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firstLine="708" w:left="4956" w:right="0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>
      <w:pPr>
        <w:pStyle w:val="Normal"/>
        <w:bidi w:val="0"/>
        <w:jc w:val="right"/>
        <w:rPr>
          <w:sz w:val="24"/>
          <w:szCs w:val="24"/>
        </w:rPr>
      </w:pPr>
      <w:r>
        <w:rPr>
          <w:sz w:val="24"/>
          <w:szCs w:val="24"/>
        </w:rPr>
        <w:t>Утверждено постановлением</w:t>
      </w:r>
    </w:p>
    <w:p>
      <w:pPr>
        <w:pStyle w:val="Normal"/>
        <w:bidi w:val="0"/>
        <w:jc w:val="right"/>
        <w:rPr>
          <w:sz w:val="24"/>
          <w:szCs w:val="24"/>
        </w:rPr>
      </w:pPr>
      <w:r>
        <w:rPr>
          <w:sz w:val="24"/>
          <w:szCs w:val="24"/>
        </w:rPr>
        <w:t>комиссии по делам несовершеннолетних</w:t>
      </w:r>
    </w:p>
    <w:p>
      <w:pPr>
        <w:pStyle w:val="Normal"/>
        <w:bidi w:val="0"/>
        <w:jc w:val="right"/>
        <w:rPr>
          <w:sz w:val="24"/>
          <w:szCs w:val="24"/>
        </w:rPr>
      </w:pPr>
      <w:r>
        <w:rPr>
          <w:sz w:val="24"/>
          <w:szCs w:val="24"/>
        </w:rPr>
        <w:t>и защите их прав при Правительстве</w:t>
      </w:r>
    </w:p>
    <w:p>
      <w:pPr>
        <w:pStyle w:val="Normal"/>
        <w:bidi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Брянской области </w:t>
      </w:r>
    </w:p>
    <w:p>
      <w:pPr>
        <w:pStyle w:val="Normal"/>
        <w:bidi w:val="0"/>
        <w:jc w:val="right"/>
        <w:rPr>
          <w:sz w:val="24"/>
          <w:szCs w:val="24"/>
        </w:rPr>
      </w:pPr>
      <w:r>
        <w:rPr>
          <w:sz w:val="24"/>
          <w:szCs w:val="24"/>
        </w:rPr>
        <w:t>от 30 апреля 2025 года № 5/2</w:t>
      </w:r>
    </w:p>
    <w:p>
      <w:pPr>
        <w:pStyle w:val="Normal"/>
        <w:ind w:firstLine="708" w:left="4956" w:right="0"/>
        <w:jc w:val="right"/>
        <w:rPr/>
      </w:pPr>
      <w:r>
        <w:rPr/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61"/>
        <w:gridCol w:w="1953"/>
        <w:gridCol w:w="2890"/>
        <w:gridCol w:w="3219"/>
        <w:gridCol w:w="6203"/>
        <w:gridCol w:w="26"/>
      </w:tblGrid>
      <w:tr>
        <w:trPr>
          <w:trHeight w:val="480" w:hRule="atLeast"/>
        </w:trPr>
        <w:tc>
          <w:tcPr>
            <w:tcW w:w="14852" w:type="dxa"/>
            <w:gridSpan w:val="6"/>
            <w:tcBorders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/>
                <w:b/>
                <w:sz w:val="32"/>
                <w:szCs w:val="32"/>
              </w:rPr>
              <w:t>Ресурсная карта Брянской области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/>
                <w:b/>
                <w:sz w:val="32"/>
                <w:szCs w:val="32"/>
              </w:rPr>
              <w:t>для привлечения дополнительной помощи семьям с детьми</w:t>
            </w:r>
          </w:p>
        </w:tc>
      </w:tr>
      <w:tr>
        <w:trPr>
          <w:trHeight w:val="835" w:hRule="atLeast"/>
        </w:trPr>
        <w:tc>
          <w:tcPr>
            <w:tcW w:w="14852" w:type="dxa"/>
            <w:gridSpan w:val="6"/>
            <w:tcBorders/>
            <w:vAlign w:val="center"/>
          </w:tcPr>
          <w:p>
            <w:pPr>
              <w:pStyle w:val="Normal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Благотворительные фонды и общественные организации</w:t>
            </w:r>
          </w:p>
        </w:tc>
      </w:tr>
      <w:tr>
        <w:trPr>
          <w:trHeight w:val="995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sz w:val="24"/>
                <w:szCs w:val="24"/>
              </w:rPr>
              <w:t xml:space="preserve">№ </w:t>
            </w:r>
            <w:r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учреждения/ организации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Контактные данные (адрес, телефон, электронная почта)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Направление деятельности                                             Виды оказываемых услуг/меры социальной поддержки</w:t>
            </w:r>
          </w:p>
        </w:tc>
        <w:tc>
          <w:tcPr>
            <w:tcW w:w="26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1711" w:hRule="atLeast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5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Городской округ город Брянск</w:t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Кризисный центр «Дом для мамы» при Петро-Павловском женском монастыре</w:t>
            </w:r>
          </w:p>
        </w:tc>
        <w:tc>
          <w:tcPr>
            <w:tcW w:w="32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241050, Брянская обл.,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Брянск, </w:t>
              <w:br/>
              <w:t>ул. Кулькова, д. 14</w:t>
              <w:br/>
              <w:t>Потапова Елена Георгиевна, сотрудник отдела социальной благотворительности Брянской Епархии</w:t>
              <w:br/>
              <w:t>8-920-853-04-44</w:t>
            </w:r>
          </w:p>
        </w:tc>
        <w:tc>
          <w:tcPr>
            <w:tcW w:w="6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временного жилья женщине с детьми, оказавшейся в трудной жизненной ситуации ( к примеру, беременная женщина, решение которой рожать ребенка, близкие не приняли; женщина осталась одна без крова над головой и работы; у женщины нет источников дохода (муж выгнал из дома, уволили с работы, родные к себе не принимают) и подобные).</w:t>
            </w:r>
          </w:p>
        </w:tc>
        <w:tc>
          <w:tcPr>
            <w:tcW w:w="26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1615" w:hRule="atLeast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5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Автономная некоммерческая организация «Центр поддержки людей с особенностями развития и их семей «Гармония»</w:t>
            </w:r>
          </w:p>
        </w:tc>
        <w:tc>
          <w:tcPr>
            <w:tcW w:w="32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241050, Брянская область,</w:t>
              <w:br/>
              <w:t xml:space="preserve">г. Брянск, ул. Октябрьская, д. 39, помещ. 2 </w:t>
              <w:br/>
              <w:t>Директор Орачевская Екатерина Александровна</w:t>
              <w:br/>
              <w:t>8-906-503-96-03</w:t>
            </w:r>
          </w:p>
        </w:tc>
        <w:tc>
          <w:tcPr>
            <w:tcW w:w="6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обслуживание, социальная поддержка и защита граждан.</w:t>
              <w:br/>
              <w:t>Оказывает помощь людям с ментальными особенностями.  Программа «Сопровождаемое взросление» реализуется в форме дневного пребывания в течение учебного года и летнего лагеря на каникулах и включает в себя занятость школьников повседневными делами в кругу сверстников</w:t>
            </w:r>
          </w:p>
        </w:tc>
        <w:tc>
          <w:tcPr>
            <w:tcW w:w="26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1668" w:hRule="atLeast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5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Брянский благотворительный фонд помощи детям «Добрый журавлик»</w:t>
            </w:r>
          </w:p>
        </w:tc>
        <w:tc>
          <w:tcPr>
            <w:tcW w:w="32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241037, Брянская область, г. Брянск, ул. Костычева, д. 58</w:t>
              <w:br/>
              <w:t>Директор Мирончук Регина Михайловна</w:t>
              <w:br/>
              <w:t>8(4832)37-70-06</w:t>
              <w:br/>
              <w:t>8-963-213-70-06</w:t>
            </w:r>
          </w:p>
        </w:tc>
        <w:tc>
          <w:tcPr>
            <w:tcW w:w="6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Деятельность БФ направлена на оказание помощи детям с онкологическими, гематологическими и иммунологическими заболеваниями, проживающими в Брянской области и городе Брянске, а также их семьям, на поддержание семьи, сохранение семейных ценностей, их настрой на выздоровление с момента постановки диагноза, до выхода ребенка в стойкую ремиссию</w:t>
            </w:r>
          </w:p>
        </w:tc>
        <w:tc>
          <w:tcPr>
            <w:tcW w:w="26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3564" w:hRule="atLeast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5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Благотворительный фонд помощи детям с онкогематологическими и иными тяжелыми заболеваниями «Ванечка»</w:t>
            </w:r>
          </w:p>
        </w:tc>
        <w:tc>
          <w:tcPr>
            <w:tcW w:w="32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Брянск, Брянская область, г. Брянск, ул. Мало-Завальская, д. 2</w:t>
              <w:br/>
              <w:t>Директор Цыганкова Ирина Николаевна</w:t>
              <w:br/>
              <w:t>8-905-101-02-83</w:t>
              <w:br/>
              <w:t>vanechka32@bk.ru</w:t>
              <w:br/>
              <w:t>Координатор по волонтерам Газизов Сергей</w:t>
              <w:br/>
              <w:t>8-960-553-10-05</w:t>
              <w:br/>
              <w:t>Руководитель благотворительных программ Будников Игорь Леонидович</w:t>
              <w:br/>
              <w:t>8-960-553-10-31</w:t>
              <w:br/>
              <w:t>fondbryansk@yandex.ru</w:t>
            </w:r>
          </w:p>
        </w:tc>
        <w:tc>
          <w:tcPr>
            <w:tcW w:w="6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Деятельность направлена на оказание материальной и социальной помощи детям и молодым людям в возрасте до 18 лет с онкологическими, гематологическими, иммунологическими и другими тяжелыми заболеваниями, их семьям; а также лечебным и иным учреждениям, оказывающим медицинскую и социальную помощь пациентам с вышеуказанными заболеваниями</w:t>
            </w:r>
          </w:p>
        </w:tc>
        <w:tc>
          <w:tcPr>
            <w:tcW w:w="26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3184" w:hRule="atLeast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5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Автономная некоммерческая организация «Центр психологии и развития человека «Сфера»</w:t>
              <w:br/>
              <w:t>(АНО «Центр психологии и развития человека «Сфера»)</w:t>
            </w:r>
          </w:p>
        </w:tc>
        <w:tc>
          <w:tcPr>
            <w:tcW w:w="32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241050, г. Брянск проспект Ленина 63-а </w:t>
              <w:br/>
              <w:t>Председатель правления Осипова Виктория Валерьевна</w:t>
              <w:br/>
              <w:t xml:space="preserve"> 8-991-305-36-19</w:t>
              <w:br/>
              <w:t>Официальный сайт</w:t>
              <w:br/>
              <w:t>https://sfera4you.ru/</w:t>
              <w:br/>
              <w:t>Официальная группа в вконтакте</w:t>
              <w:br/>
              <w:t>https://vk.com/centersfera4you https://vk.com/vicosipova</w:t>
              <w:br/>
              <w:t>Телеграмм канал</w:t>
              <w:br/>
              <w:t>https://t.me/sfera4you</w:t>
              <w:br/>
              <w:t>Почта sfera.v32@yandex.ru</w:t>
            </w:r>
          </w:p>
        </w:tc>
        <w:tc>
          <w:tcPr>
            <w:tcW w:w="6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Поддержка семей с детьми с ОВЗ через предоставление качественных комплексных, психолого-педагогических, коррекционно-развивающих услуг с использованием передовых нейротехнологий, внедрения лучшего отечественного и зарубежного опыта.</w:t>
              <w:br/>
              <w:t>Направление деятельности - психолого-педагогические услуги: психология, дефектология, логопедия, АФК и сенсорная интеграция, нейропсихология, развивающая и коррекционная педагогика, арт-терапия, телесная терапия, сказкотерапия, поведенческий анализ, музыкальная терапия, аппаратная терапия: БАК , БОС- терапия, ТОМАТИС, Интайм, Интерактивный метроном, ТЛП , СБН , ТКМТ, нейросети и мануальная коррекция, логомассаж.</w:t>
              <w:br/>
              <w:t>Профилактика, просвещение, консультирование, диагностика, коррекция, развитие, тренинги, вебинары, семинары, прямые эфиры.</w:t>
            </w:r>
          </w:p>
        </w:tc>
        <w:tc>
          <w:tcPr>
            <w:tcW w:w="26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3860" w:hRule="atLeast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5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Региональное отделение в Брянской области Общероссийского общественного движения «Народный Фронт «За Россию» (проект помощи паллиативным детям)</w:t>
            </w:r>
          </w:p>
        </w:tc>
        <w:tc>
          <w:tcPr>
            <w:tcW w:w="32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241050, Брянская обл., г. Брянск, ул. Красноармейская, д. 38 Руководитель, Третьякова Лариса Анатольевна </w:t>
              <w:br/>
              <w:t xml:space="preserve">8-920-846-65-88 </w:t>
              <w:br/>
              <w:t>32region@onf.ru</w:t>
            </w:r>
          </w:p>
        </w:tc>
        <w:tc>
          <w:tcPr>
            <w:tcW w:w="6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Реализует социальные проекты, направленные на повышение качества жизни детей, нуждающихся в паллиативной помощи, и членов их семей. </w:t>
              <w:br/>
              <w:t>Оказываются различные виды помощи:</w:t>
              <w:br/>
              <w:t>- психологическая помощь: индивидуальные консультации и групповые занятия с элементами тренинга, арт-терапии, психологические гостиные, беседы на разные волнующие родителей особенных детей темы;</w:t>
              <w:br/>
              <w:t>- юридическая помощь: консультации по вопросам социальных гарантий, обеспечения лекарственными средствами, лечебным питанием, получения медицинской помощи у врачей узкой специальности, предоставления преференций в рамках трудового законодательства, организации сбора средств на лечение ребенка и прочим вопросам;</w:t>
              <w:br/>
              <w:t>-духовная поддержка: организуются групповые встречи на духовные темы со священнослужителями, экскурсии по святым местам.</w:t>
            </w:r>
          </w:p>
        </w:tc>
        <w:tc>
          <w:tcPr>
            <w:tcW w:w="26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3476" w:hRule="atLeast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5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Автономная некоммерческая организация социальной помощи семьям с детьми, имеющим расстройства аустического спектра"Краски"</w:t>
              <w:br/>
              <w:br/>
            </w:r>
          </w:p>
        </w:tc>
        <w:tc>
          <w:tcPr>
            <w:tcW w:w="32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241001, г. Брянск, Авиационный пер, д. 4 к. 2 </w:t>
              <w:br/>
              <w:t xml:space="preserve"> Директор Саленкова Елена Николаевна</w:t>
              <w:br/>
              <w:t xml:space="preserve">8-961-104-22-22 </w:t>
              <w:br/>
              <w:t>Raskraski32@yandex.ru</w:t>
            </w:r>
          </w:p>
        </w:tc>
        <w:tc>
          <w:tcPr>
            <w:tcW w:w="6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Деятельность организации направлена на решение социально значимых вопросов в г. Брянске, касающихся обучения, социализации и адаптации детей с РАС и иными ментальными нарушениями. </w:t>
              <w:br/>
              <w:t>Работа центра организована на основе методик с доказанной эффективностью, а именно:</w:t>
              <w:br/>
              <w:t>Комплексная программа вмешательства, основанная на принципах прикладного анализа поведения (АВА-терпаия);</w:t>
              <w:br/>
              <w:t>Комплексная программа Денверская модель раннего вмешательства;</w:t>
              <w:br/>
              <w:t>Адаптивная физическая культура и сенсорная интеграция;</w:t>
              <w:br/>
              <w:t>Музыкальные занятия;</w:t>
              <w:br/>
              <w:t>Методика альтернативной коммуникации PECS;</w:t>
              <w:br/>
              <w:t>Психологическая помощь детям и их родителям.</w:t>
            </w:r>
          </w:p>
        </w:tc>
        <w:tc>
          <w:tcPr>
            <w:tcW w:w="26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4618" w:hRule="atLeast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5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Благотворительный Фонд «Мирослава Брянск»</w:t>
            </w:r>
          </w:p>
        </w:tc>
        <w:tc>
          <w:tcPr>
            <w:tcW w:w="32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Брянск, ул. Литейная 15</w:t>
              <w:br/>
              <w:t xml:space="preserve">Заместитель руководителя Пасконная Елена Валентиновна  8-900-361-59-94 </w:t>
              <w:br/>
              <w:t xml:space="preserve">Бычкова Карина Юрьевна – менеджер </w:t>
              <w:br/>
              <w:t xml:space="preserve">8-920-839-39-58 </w:t>
              <w:br/>
              <w:t>BFmiroslava32@yandex.ru</w:t>
            </w:r>
          </w:p>
        </w:tc>
        <w:tc>
          <w:tcPr>
            <w:tcW w:w="6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Основная цель Фонда – оказание всесторонней поддержки подросткам.  Основной фокус направлен на ребят имеющих сложности в социальной интеграции.</w:t>
              <w:br/>
              <w:t>В Фонде сформированы различные направления деятельности:</w:t>
              <w:br/>
              <w:t>1)Отдел трудовой терапии. Привлечение ребят на работу на предприятия региона для формирования у них понимания необходимости труда для достижения своих целей.  В рамках этого отдела развивается и волонтерское направление.</w:t>
              <w:br/>
              <w:t>2)Отдел психологической помощи. Квалифицированные психологи работают с детьми для развития устойчивой самодостаточной личности ребенка.</w:t>
              <w:br/>
              <w:t>3)Отдел наставничества. За ребятами закреплен наставник, который воплощает собирательный образ родителя или старшего  подростка для  ребят.</w:t>
              <w:br/>
              <w:t>4) Отдел спорта. Для ребят регулярно организуются и проводятся спортивные мероприятия.  Мы поощряем занятие спортом и прививаем детям любовь к здоровому образу жизни.</w:t>
              <w:br/>
              <w:t>5) Отдел увлечений и досуга.  Организация различных мастер-классов, досуговых мероприятий, развлечений для помощи ребятам в поиске своих увлечений, самоопределении и профориентации.</w:t>
            </w:r>
          </w:p>
        </w:tc>
        <w:tc>
          <w:tcPr>
            <w:tcW w:w="26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1283" w:hRule="atLeast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5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Автономная некоммерческая организация центр социальной помощи «Добрые дела»</w:t>
              <w:br/>
            </w:r>
          </w:p>
        </w:tc>
        <w:tc>
          <w:tcPr>
            <w:tcW w:w="32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Брянск, пер. Димитрова, д. 3</w:t>
              <w:br/>
              <w:t>Директор Ворона Елена Викторовна</w:t>
              <w:br/>
              <w:t>8-903-644-42-00</w:t>
            </w:r>
          </w:p>
        </w:tc>
        <w:tc>
          <w:tcPr>
            <w:tcW w:w="6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услуг пожилым гражданам и инвалидам на дому</w:t>
              <w:br/>
              <w:t>Социализация и абиляция инвалидов 18+ в полустационарной форме</w:t>
              <w:br/>
              <w:t>Выездные мастер-классы творческой мастерской (валяние из шерсти, мыловарение, поделки из гипса и т.п.)</w:t>
            </w:r>
          </w:p>
        </w:tc>
        <w:tc>
          <w:tcPr>
            <w:tcW w:w="26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3477" w:hRule="atLeast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5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Автономная некоммерческая организация развития личности «школа программирования «ЮниорКод»</w:t>
              <w:br/>
            </w:r>
          </w:p>
        </w:tc>
        <w:tc>
          <w:tcPr>
            <w:tcW w:w="32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241037, г. Брянск, ул. Горбатова, д. 24</w:t>
              <w:br/>
              <w:t>Директор Андрюшкина Юлия Сергеевна</w:t>
              <w:br/>
              <w:t>8-950-696-44-53</w:t>
            </w:r>
          </w:p>
        </w:tc>
        <w:tc>
          <w:tcPr>
            <w:tcW w:w="6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личности.</w:t>
              <w:br/>
              <w:t>Обучение программированию детей и взрослых, включая детей с ОВЗ, а также развитие научного волонтерства в Брянске и Брянской области. Вовлечение школьников в создание социально значимых цифровых продуктов, таких как виртуальная патриотическая выставка "Точки памяти", где с помощью 3D-моделирования и VR сохраняется историческая память.</w:t>
              <w:br/>
              <w:t>Реализуем образовательные программы по программированию, графическому дизайну, 3D-моделированию и разработке цифровых сервисов.</w:t>
            </w:r>
          </w:p>
        </w:tc>
        <w:tc>
          <w:tcPr>
            <w:tcW w:w="26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970" w:hRule="atLeast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5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Брянская региональная общественная организация помощи инвалидам «Поверь в себя»</w:t>
            </w:r>
          </w:p>
        </w:tc>
        <w:tc>
          <w:tcPr>
            <w:tcW w:w="32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241037, Брянская область,</w:t>
              <w:br/>
              <w:t>г. Брянск, ул. Крахмалева, д. 39 кв. 30</w:t>
              <w:br/>
              <w:t>Руководитель Чепиницкая Марина Егоровна</w:t>
            </w:r>
          </w:p>
        </w:tc>
        <w:tc>
          <w:tcPr>
            <w:tcW w:w="6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обслуживание, социальная поддержка и защита граждан</w:t>
            </w:r>
          </w:p>
        </w:tc>
        <w:tc>
          <w:tcPr>
            <w:tcW w:w="26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1281" w:hRule="atLeast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5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Автономная некоммерческая организация «Центр реабилитации инвалидов»;</w:t>
              <w:br/>
              <w:t>АНО «Центр реабилитации инвалидов»</w:t>
            </w:r>
          </w:p>
        </w:tc>
        <w:tc>
          <w:tcPr>
            <w:tcW w:w="32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241020, Брянская область,</w:t>
              <w:br/>
              <w:t xml:space="preserve"> г. Брянск, ул. Богдана Хмельницкого д. 39</w:t>
              <w:br/>
              <w:t>Руководитель Лаврушина Ирина Николаевна</w:t>
            </w:r>
          </w:p>
        </w:tc>
        <w:tc>
          <w:tcPr>
            <w:tcW w:w="6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</w:t>
            </w:r>
          </w:p>
        </w:tc>
        <w:tc>
          <w:tcPr>
            <w:tcW w:w="26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1597" w:hRule="atLeast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5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Брянская городская общественная организация родителей детей-инвалидов Брянской областной организации Общероссийской  общественной организации «Всероссийское общество инвалидов»</w:t>
            </w:r>
          </w:p>
        </w:tc>
        <w:tc>
          <w:tcPr>
            <w:tcW w:w="32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241050, Брянская область,</w:t>
              <w:br/>
              <w:t>г. Брянск, ул. Фокина, д. 90</w:t>
              <w:br/>
              <w:t>Руководитель Белин Вячеслав Романович</w:t>
            </w:r>
          </w:p>
        </w:tc>
        <w:tc>
          <w:tcPr>
            <w:tcW w:w="6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обслуживание, социальная поддержка и защита граждан</w:t>
            </w:r>
          </w:p>
        </w:tc>
        <w:tc>
          <w:tcPr>
            <w:tcW w:w="26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1281" w:hRule="atLeast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5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Автономная некоммерческая организация спортивно-оздоровительный клуб «Витязь»</w:t>
              <w:br/>
            </w:r>
          </w:p>
        </w:tc>
        <w:tc>
          <w:tcPr>
            <w:tcW w:w="32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241037, Брянская область,</w:t>
              <w:br/>
              <w:t xml:space="preserve"> г. Брянск, ул. Брянского Фронта, д.10</w:t>
              <w:br/>
              <w:t>Руководитель Солодов Максим Геннадьевич</w:t>
            </w:r>
          </w:p>
        </w:tc>
        <w:tc>
          <w:tcPr>
            <w:tcW w:w="6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</w:t>
            </w:r>
          </w:p>
        </w:tc>
        <w:tc>
          <w:tcPr>
            <w:tcW w:w="26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1281" w:hRule="atLeast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5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Брянская региональная общественная организация «Брянская лига Клуба весёлых и находчивых»</w:t>
              <w:br/>
            </w:r>
          </w:p>
        </w:tc>
        <w:tc>
          <w:tcPr>
            <w:tcW w:w="32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241037, Брянская область,</w:t>
              <w:br/>
              <w:t>г. Брянск, пер. Пилотов, д. 18, кв. 230</w:t>
              <w:br/>
              <w:t>Руководитель Перепелкин Вячеслав Вячеславович</w:t>
              <w:br/>
            </w:r>
          </w:p>
        </w:tc>
        <w:tc>
          <w:tcPr>
            <w:tcW w:w="6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</w:t>
            </w:r>
          </w:p>
        </w:tc>
        <w:tc>
          <w:tcPr>
            <w:tcW w:w="26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1281" w:hRule="atLeast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5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Брянское региональное общественное учреждение «Русская фольклорная академия «Красная горка»</w:t>
              <w:br/>
            </w:r>
          </w:p>
        </w:tc>
        <w:tc>
          <w:tcPr>
            <w:tcW w:w="32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241050, Брянская область, г. Брянск, </w:t>
              <w:br/>
              <w:t>ул. Грибоедова, д. 1 к. А, офис 326</w:t>
              <w:br/>
              <w:t>Руководитель Калугина Лариса Николаевна</w:t>
            </w:r>
          </w:p>
        </w:tc>
        <w:tc>
          <w:tcPr>
            <w:tcW w:w="6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</w:t>
            </w:r>
          </w:p>
        </w:tc>
        <w:tc>
          <w:tcPr>
            <w:tcW w:w="26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2850" w:hRule="atLeast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5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Автономная некоммерческая организация «Досуговый центр помощи семье, развития танцевального искусства «Поколения»</w:t>
            </w:r>
          </w:p>
        </w:tc>
        <w:tc>
          <w:tcPr>
            <w:tcW w:w="32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241012, Брянская область, г. Брянск, </w:t>
              <w:br/>
              <w:t>ул. Камозина, д. 35, кв. 45</w:t>
              <w:br/>
              <w:t>Квашнина Екатерина Владимировна</w:t>
              <w:br/>
              <w:t>8-952-962-88-81</w:t>
              <w:br/>
              <w:t>Квашнин Дмитрий Сергеевич, директор</w:t>
              <w:br/>
              <w:t>8-952-962-89-04</w:t>
            </w:r>
          </w:p>
        </w:tc>
        <w:tc>
          <w:tcPr>
            <w:tcW w:w="6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Создана студия инклюзивного танца "Равный танец", где танцуют все, кто хочет танцевать, независимо от возраста, физических возможностей или способностей.  Здесь мы создаем пространство, где каждый может почувствовать себя свободным, красивым и уверенным в себе. Проведение бесплатных систематических занятиях танцами для трех обособленных групп социально уязвимых лиц (женщины 50+, инвалиды-колясочники, дети с особенностями здоровья, в т.ч. -  с ментальными нарушениями)  в сопровождении тьютеров-хореографов. Число участников студии "Равный танец" в настоящее время: женщины 50+ - 10 чел.; инвалиды-колясочники - 4 чел. + их нормопартнеры; дети с особенностями здоровья - 10 чел. Студия принимает новых участников целевой группы без предварительного отбора.</w:t>
            </w:r>
          </w:p>
        </w:tc>
        <w:tc>
          <w:tcPr>
            <w:tcW w:w="26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1281" w:hRule="atLeast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5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Брянская региональная общественная организация «Исследовательский и просветительский центр «Векъ»</w:t>
              <w:br/>
            </w:r>
          </w:p>
        </w:tc>
        <w:tc>
          <w:tcPr>
            <w:tcW w:w="32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241050, Брянская область, г. Брянск, </w:t>
              <w:br/>
              <w:t>ул. Красноармейская,   д. 38, кв. 85</w:t>
              <w:br/>
              <w:t>Руководитель Потворов Артем Иванович</w:t>
            </w:r>
          </w:p>
        </w:tc>
        <w:tc>
          <w:tcPr>
            <w:tcW w:w="6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</w:t>
            </w:r>
          </w:p>
        </w:tc>
        <w:tc>
          <w:tcPr>
            <w:tcW w:w="26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970" w:hRule="atLeast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5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Брянская региональная общественная организация «Брянский молодёжный центр»</w:t>
            </w:r>
          </w:p>
        </w:tc>
        <w:tc>
          <w:tcPr>
            <w:tcW w:w="32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241023, Брянская область, г. Брянск,</w:t>
              <w:br/>
              <w:t>ул. им. А.М. Рекункова, д. 6, кв. 246</w:t>
              <w:br/>
              <w:t>Руководитель Тощенко Сергей Викторович</w:t>
            </w:r>
          </w:p>
        </w:tc>
        <w:tc>
          <w:tcPr>
            <w:tcW w:w="6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Популяризация здорового образа жизни, охрана здоровья граждан Брянской области</w:t>
            </w:r>
          </w:p>
        </w:tc>
        <w:tc>
          <w:tcPr>
            <w:tcW w:w="26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970" w:hRule="atLeast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5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Брянское региональное отделение молодежной общероссийской общественной организации «Российские студенческие отряды»</w:t>
            </w:r>
          </w:p>
        </w:tc>
        <w:tc>
          <w:tcPr>
            <w:tcW w:w="32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241050, Брянская область,</w:t>
              <w:br/>
              <w:t xml:space="preserve"> г. Брянск, ул. Горького, д. 18, офис 205</w:t>
              <w:br/>
              <w:t>Руководитель Астафьева Наталья Владимировна</w:t>
            </w:r>
          </w:p>
        </w:tc>
        <w:tc>
          <w:tcPr>
            <w:tcW w:w="6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Содействие повышению мобильности трудовых ресурсов</w:t>
            </w:r>
          </w:p>
        </w:tc>
        <w:tc>
          <w:tcPr>
            <w:tcW w:w="26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1597" w:hRule="atLeast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5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Первичная профсоюзная организация студентов ФГБОУ ВО «Брянский государственный инженерно-технологический университет» профессионального союза работников народного образования и науки Российской Федерации</w:t>
            </w:r>
          </w:p>
        </w:tc>
        <w:tc>
          <w:tcPr>
            <w:tcW w:w="32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241050, Брянская область,</w:t>
              <w:br/>
              <w:t>г. Брянск, пр-кт. Станке Димитрова, д. 3</w:t>
              <w:br/>
              <w:t>Руководитель Кузьменкова Мария Тулегеновна</w:t>
            </w:r>
          </w:p>
        </w:tc>
        <w:tc>
          <w:tcPr>
            <w:tcW w:w="6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</w:t>
            </w:r>
          </w:p>
        </w:tc>
        <w:tc>
          <w:tcPr>
            <w:tcW w:w="26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1597" w:hRule="atLeast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5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Первичная профсоюзная организация студентов ФГБОУ ВО «Брянский государственный университет имени академика И.Г. Петровского» профессионального союза работников народного образования и науки Российской Федерации</w:t>
            </w:r>
          </w:p>
        </w:tc>
        <w:tc>
          <w:tcPr>
            <w:tcW w:w="32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241023, Брянская область, г. Брянск, ул. Бежицкая, д.14</w:t>
              <w:br/>
              <w:t>Руководитель Маляров Максим Игоревич</w:t>
            </w:r>
          </w:p>
        </w:tc>
        <w:tc>
          <w:tcPr>
            <w:tcW w:w="6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Популяризация здорового образа жизни, охрана здоровья граждан Брянской области</w:t>
              <w:br/>
            </w:r>
          </w:p>
        </w:tc>
        <w:tc>
          <w:tcPr>
            <w:tcW w:w="26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1281" w:hRule="atLeast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5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Брянская областная общественная организация ветеранов (пенсионеров) войны, труда, вооруженных сил и правоохранительных органов</w:t>
            </w:r>
          </w:p>
        </w:tc>
        <w:tc>
          <w:tcPr>
            <w:tcW w:w="32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241050, Брянская область,</w:t>
              <w:br/>
              <w:t xml:space="preserve"> г. Брянск, ул. Советская, д.32</w:t>
              <w:br/>
              <w:t>Попадайло Василий Васильевич (председатель)</w:t>
            </w:r>
          </w:p>
        </w:tc>
        <w:tc>
          <w:tcPr>
            <w:tcW w:w="6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юридической помощи на безвозмездной или льготной основе гражданам и некоммерческим организациям и правовое просвещение населения, деятельность по защите прав и свобод человека и гражданина</w:t>
            </w:r>
          </w:p>
        </w:tc>
        <w:tc>
          <w:tcPr>
            <w:tcW w:w="26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970" w:hRule="atLeast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5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Союз организаций профсоюзов «Федерация профсоюзов Брянской области»</w:t>
              <w:br/>
            </w:r>
          </w:p>
        </w:tc>
        <w:tc>
          <w:tcPr>
            <w:tcW w:w="32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241050, Брянская область,</w:t>
              <w:br/>
              <w:t xml:space="preserve">г. Брянск, ул. Фокина, д. 29 </w:t>
              <w:br/>
              <w:t>Руководитель Полякова Ольга Васильевна</w:t>
            </w:r>
          </w:p>
        </w:tc>
        <w:tc>
          <w:tcPr>
            <w:tcW w:w="6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юридической помощи на безвозмездной или льготной основе гражданам и некоммерческим организациям и правовое просвещение населения, деятельность по защите прав и свобод человека и гражданина</w:t>
            </w:r>
          </w:p>
        </w:tc>
        <w:tc>
          <w:tcPr>
            <w:tcW w:w="26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970" w:hRule="atLeast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5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Автономная некоммерческая организация «Центр поиска пропавших людей Брянской области»</w:t>
            </w:r>
          </w:p>
        </w:tc>
        <w:tc>
          <w:tcPr>
            <w:tcW w:w="32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241050, Брянская область, 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Брянск, ул. Софьи Перовской, д. 83, офис 353</w:t>
              <w:br/>
              <w:t>Руководитель Клецин Сергей Сергеевич</w:t>
            </w:r>
          </w:p>
        </w:tc>
        <w:tc>
          <w:tcPr>
            <w:tcW w:w="6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</w:t>
            </w:r>
          </w:p>
        </w:tc>
        <w:tc>
          <w:tcPr>
            <w:tcW w:w="26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970" w:hRule="atLeast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5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Брянская региональная детская общественная организация «Союз пионерских, детских, подростковых организаций»</w:t>
            </w:r>
          </w:p>
        </w:tc>
        <w:tc>
          <w:tcPr>
            <w:tcW w:w="32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241050, Брянская область,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Брянск, ул. Октябрьская, 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34, к. 205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Сухоцкая Елена Сергеевна</w:t>
            </w:r>
          </w:p>
        </w:tc>
        <w:tc>
          <w:tcPr>
            <w:tcW w:w="6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</w:t>
            </w:r>
          </w:p>
        </w:tc>
        <w:tc>
          <w:tcPr>
            <w:tcW w:w="26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970" w:hRule="atLeast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5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Ресурсный Центр «Навигаторы Детства» (ФГБУ «Росдетцентр»)</w:t>
            </w:r>
          </w:p>
        </w:tc>
        <w:tc>
          <w:tcPr>
            <w:tcW w:w="32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241050, Брянская область, 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Брянск, 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Фокина, д. 29 к. 405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Региональный координатор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Шишкин Сергей Сергеевич</w:t>
            </w:r>
          </w:p>
        </w:tc>
        <w:tc>
          <w:tcPr>
            <w:tcW w:w="6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</w:t>
            </w:r>
          </w:p>
        </w:tc>
        <w:tc>
          <w:tcPr>
            <w:tcW w:w="26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3184" w:hRule="atLeast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95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Брянский муниципальный район</w:t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Автономная некоммерческая организация  «Центр помощи «Свобода»</w:t>
              <w:br/>
              <w:br/>
            </w:r>
          </w:p>
        </w:tc>
        <w:tc>
          <w:tcPr>
            <w:tcW w:w="32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Юридический адрес: </w:t>
              <w:br/>
              <w:t xml:space="preserve">241013, Брянская обл, г Брянск, Бежицкий р-н,  Брянский пер., д 50А, кв. 1 </w:t>
              <w:br/>
              <w:t xml:space="preserve">Фактический адрес: </w:t>
              <w:br/>
              <w:t>241037, Брянская обл, Брянский р-н,  п. Путевка, ул. Центральная, д. 1В</w:t>
              <w:br/>
              <w:t xml:space="preserve">Президент Кузьмичев Сергей Викторович </w:t>
              <w:br/>
              <w:t xml:space="preserve">8-910-297-69-72 </w:t>
              <w:br/>
              <w:t>nko32@mail.ru</w:t>
            </w:r>
          </w:p>
        </w:tc>
        <w:tc>
          <w:tcPr>
            <w:tcW w:w="6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обслуживание, социальная поддержка и защита граждан, деятельность в области здравоохранения, профилактики и охраны здоровья граждан, пропаганды здорового образа жизни, содействие такой деятельности, медицинская и социальная реабилитация, социальная и трудовая реинтеграция лиц, осуществляющих незаконное потребление наркотических средств или психотропных веществ</w:t>
            </w:r>
          </w:p>
        </w:tc>
        <w:tc>
          <w:tcPr>
            <w:tcW w:w="26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3184" w:hRule="atLeast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5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Региональное отделение Всероссийской организации родителей детей-инвалидов по Брянской области</w:t>
            </w:r>
          </w:p>
        </w:tc>
        <w:tc>
          <w:tcPr>
            <w:tcW w:w="32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241519, Брянская область, м. р-н Брянский, с. п. Снежское, п. Путевка, мкр. Мегаполис-Парк, д. 14, к. 4, кв. 137</w:t>
              <w:br/>
              <w:t>Руководитель Прохоренко Екатерина Николаевна</w:t>
              <w:br/>
              <w:t>89803303675</w:t>
              <w:br/>
              <w:t>bryansk@vordi.ru</w:t>
              <w:br/>
            </w:r>
          </w:p>
        </w:tc>
        <w:tc>
          <w:tcPr>
            <w:tcW w:w="6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Основная задача Регионального отделения: системные, комплексные решения в интересах детей-инвалидов и взрослых с инвалидностью, которые не могут самостоятельно представлять свои интересы, их родителей и опекунов.</w:t>
              <w:br/>
              <w:br/>
            </w:r>
          </w:p>
        </w:tc>
        <w:tc>
          <w:tcPr>
            <w:tcW w:w="26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1597" w:hRule="atLeast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5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Автономная некоммерческая организация СОЦ «Пони-клуб Брянск»</w:t>
            </w:r>
          </w:p>
        </w:tc>
        <w:tc>
          <w:tcPr>
            <w:tcW w:w="32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Брянский р-н, Новодарковичское с.п., д. Дубровка, ул. Новая, 2Б </w:t>
              <w:br/>
              <w:t xml:space="preserve">Директор Молодцова Елена Ивановна </w:t>
              <w:br/>
              <w:t xml:space="preserve">8-953-277-00-50 </w:t>
              <w:br/>
              <w:t>Ponyclubbryansk@gmail.com</w:t>
            </w:r>
          </w:p>
        </w:tc>
        <w:tc>
          <w:tcPr>
            <w:tcW w:w="6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спортивных мероприятий по конному спорту и праздников для семей с детьми, популяризация физической активности и ЗОЖ. Работа бесплатной секции по вольтижировке при поддержке Фонда Президентских грантов. Разработка нового рекреационного проекта «Тропа здоровья» для детей с ОВЗ и инвалидностью.</w:t>
            </w:r>
          </w:p>
        </w:tc>
        <w:tc>
          <w:tcPr>
            <w:tcW w:w="26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1283" w:hRule="atLeast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5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Автономная некоммерческая организация «Центр традиционной культуры и фольклора имени Иванны Сычевой»</w:t>
              <w:br/>
            </w:r>
          </w:p>
        </w:tc>
        <w:tc>
          <w:tcPr>
            <w:tcW w:w="32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241520, Брянская область, Брянский р-н, </w:t>
              <w:br/>
              <w:t>с.п. Супоневское, с. Супонево, ул. Светлая, д. 5</w:t>
              <w:br/>
              <w:t>Руководитель Сычева Иванна Анатольевна</w:t>
            </w:r>
          </w:p>
        </w:tc>
        <w:tc>
          <w:tcPr>
            <w:tcW w:w="6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</w:t>
            </w:r>
          </w:p>
        </w:tc>
        <w:tc>
          <w:tcPr>
            <w:tcW w:w="26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9850" w:hRule="atLeast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95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Новозыбковский городской округ</w:t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Автономная некоммерческая организация  «Центр детства и семьи «Мечта»</w:t>
              <w:br/>
            </w:r>
          </w:p>
        </w:tc>
        <w:tc>
          <w:tcPr>
            <w:tcW w:w="32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243020, Брянская область, г. Новозыбков, </w:t>
              <w:br/>
              <w:t>ул. Наримановская, д. 52, кабинет 1</w:t>
              <w:br/>
              <w:t>Директор Инашевская Оксана Александровна</w:t>
              <w:br/>
              <w:t>8-961-003-53-35</w:t>
            </w:r>
          </w:p>
        </w:tc>
        <w:tc>
          <w:tcPr>
            <w:tcW w:w="6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Сопровождение семей следующих категорий:</w:t>
              <w:br/>
              <w:t>- семьи, воспитывающие детей и находящиеся в трудной жизненной ситуации (далее - ТЖС), в т.ч. замещающие семьи;</w:t>
              <w:br/>
              <w:t>- семьи, воспитывающие детей и находящиеся в социально опасном положении (далее — СОП);</w:t>
              <w:br/>
              <w:t>- семьи с детьми, в которых родители или единственный родитель относятся к категории лиц из числа детей-сирот и детей, оставшихся без попечения родителей;</w:t>
              <w:br/>
              <w:t>- беременные женщины, находящиеся в трудной жизненной ситуации (наличие у женщины финансовых, социально-бытовых, жилищных и т. п. проблем, затрудняющих обеспечение необходимого ухода за ребёнком) и стоящим перед выбором относительно прерывания или сохранения беременности;</w:t>
              <w:br/>
              <w:t>- беременные женщины несовершеннолетнего возраста, юные и молодые мамы и их семьи;</w:t>
              <w:br/>
              <w:t>- семьи с детьми, прибывшие с территорий ДНР, ЛНР и Украины, Курской области, на которых проводится СВО.</w:t>
              <w:br/>
              <w:t>Оказывает комплексную адресную помощь семьям, включая:</w:t>
              <w:br/>
              <w:t>- юридическое консультирование и сопровождение (в т. ч. содействие в оформлении социальных пособий, льгот, компенсаций, пенсий и государственной помощи;</w:t>
              <w:br/>
              <w:t>- содействие в постановке на жилищный учет в качестве нуждающихся и выделении временного жилого помещения);</w:t>
              <w:br/>
              <w:t>- психологическое сопровождение (участие психолога в выездах во время оказания адресной помощи семьям, индивидуальное и семейное консультирование);</w:t>
              <w:br/>
              <w:t>- специализированная медицинская помощь (в т.ч. помощь родителям в получении лечения зависимости от ПАВ);</w:t>
              <w:br/>
              <w:t>- организация краткосрочного присмотра за детьми в нашем центре и по месту проживания ребенка;</w:t>
              <w:br/>
              <w:t>- помощь в быту (мелкий ремонт по дому, помощь по хозяйству);</w:t>
              <w:br/>
              <w:t>- оказание продуктовой и вещевой помощи;</w:t>
              <w:br/>
              <w:t>- транспортные услуги для семей, проживающих в отдаленных сельских населенных пунктах с неразвитой социальной и транспортной инфраструктурой;</w:t>
              <w:br/>
              <w:t>- содействие в обеспечении безопасности несовершеннолетних в быту (проверка состояния электропроводки и ее замена при необходимости, установка оконных замков безопасности);</w:t>
              <w:br/>
              <w:t>- содействие в трудоустройстве целевой группе проекта: взрослых членов семей, в т. ч. родителям, ограниченным в родительских правах, либо лишенным родительских прав.</w:t>
            </w:r>
          </w:p>
        </w:tc>
        <w:tc>
          <w:tcPr>
            <w:tcW w:w="26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1281" w:hRule="atLeast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5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Автономная некоммерческая организация «Центр развития социальных, экологических и общественных проектов «Простые вещи»</w:t>
              <w:br/>
            </w:r>
          </w:p>
        </w:tc>
        <w:tc>
          <w:tcPr>
            <w:tcW w:w="32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243020, Брянская область, г.о. Новозыбковский,</w:t>
              <w:br/>
              <w:t>г. Новозыбков, ул. Наримановская, д. 52, офис 2</w:t>
              <w:br/>
              <w:t>Руководитель Инашевский Сергей Владимирович</w:t>
            </w:r>
          </w:p>
        </w:tc>
        <w:tc>
          <w:tcPr>
            <w:tcW w:w="6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Вовлечение граждан Брянской области к ведению здорового образа жизни, включая здоровое питание</w:t>
            </w:r>
          </w:p>
        </w:tc>
        <w:tc>
          <w:tcPr>
            <w:tcW w:w="26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1281" w:hRule="atLeast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5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Автономная некоммерческая организация «Центр помощи пожилым людям и инвалидам «Мы вместе»</w:t>
              <w:br/>
            </w:r>
          </w:p>
        </w:tc>
        <w:tc>
          <w:tcPr>
            <w:tcW w:w="32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243020, Брянская область,</w:t>
              <w:br/>
              <w:t xml:space="preserve"> г. Новозыбков, ул. Вокзальная,  д. 3, офис 1</w:t>
              <w:br/>
              <w:t>Руководитель Макарова Светлана Петровна</w:t>
            </w:r>
          </w:p>
        </w:tc>
        <w:tc>
          <w:tcPr>
            <w:tcW w:w="6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обслуживание, социальная поддержка и защита граждан</w:t>
            </w:r>
          </w:p>
        </w:tc>
        <w:tc>
          <w:tcPr>
            <w:tcW w:w="26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b/>
          <w:u w:val="single"/>
        </w:rPr>
      </w:pPr>
      <w:r>
        <w:rPr>
          <w:b/>
          <w:u w:val="single"/>
        </w:rPr>
        <w:t>Учреждения социального обслуживания и занятости населения</w:t>
      </w:r>
    </w:p>
    <w:p>
      <w:pPr>
        <w:pStyle w:val="Normal"/>
        <w:jc w:val="center"/>
        <w:rPr/>
      </w:pPr>
      <w:r>
        <w:rPr/>
      </w:r>
    </w:p>
    <w:tbl>
      <w:tblPr>
        <w:tblW w:w="14790" w:type="dxa"/>
        <w:jc w:val="left"/>
        <w:tblInd w:w="2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38"/>
        <w:gridCol w:w="1982"/>
        <w:gridCol w:w="2894"/>
        <w:gridCol w:w="3226"/>
        <w:gridCol w:w="6150"/>
      </w:tblGrid>
      <w:tr>
        <w:trPr>
          <w:trHeight w:val="930" w:hRule="atLeast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sz w:val="24"/>
                <w:szCs w:val="24"/>
              </w:rPr>
              <w:t xml:space="preserve">№ </w:t>
            </w:r>
            <w:r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учреждения/ организации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Контактные данные (адрес, телефон, электронная почта)</w:t>
            </w:r>
          </w:p>
        </w:tc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Направление деятельности                                                            Виды оказываемых услуг/меры социальной поддержки</w:t>
            </w:r>
          </w:p>
        </w:tc>
      </w:tr>
      <w:tr>
        <w:trPr>
          <w:trHeight w:val="3940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Городской округ город Брянск</w:t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Кадровый центр «Работа России» города Брянска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241035, Брянская область, г. Брянск, </w:t>
              <w:br/>
              <w:t xml:space="preserve">ул. Харьковская, д.19 </w:t>
              <w:br/>
              <w:t xml:space="preserve">(4832) 77-21-81 </w:t>
              <w:br/>
              <w:t>8-800-101-8814 czn04@rabota-bryanskobl.ru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8"/>
                <w:tab w:val="left" w:pos="120" w:leader="none"/>
              </w:tabs>
              <w:suppressAutoHyphens w:val="true"/>
              <w:bidi w:val="0"/>
              <w:ind w:left="57" w:right="1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содействия гражданам в поиске подходящей работы, временного трудоустройства несовершеннолетних граждан в возрасте от 14 до 18 лет в свободное от учебы время, временного трудоустройства безработных граждан, испытывающих трудности в поиске работы, социальная адаптация граждан, ищущих работу, безработных граждан, психологическая поддержка безработных граждан, организация прохождения профессионального обучения, получения дополнительного профессионального образования безработными гражданами, включая прохождение обучения в другой местности, содействие началу осуществления безработными гражданами предпринимательской и иной приносящей доход деятельности, организация сопровождения при содействии занятости инвалидов, организация и проведение специальных мероприятий по профилированию граждан, ищущих работу, безработных граждан и работодателей.</w:t>
            </w:r>
          </w:p>
        </w:tc>
      </w:tr>
      <w:tr>
        <w:trPr>
          <w:trHeight w:val="3164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ГКУ Брянской области «Отдел социальной защиты населения Советского района г. Брянска»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241037, Брянская область, г.Брянск, проезд 1-й Станке Димитрова, д.12</w:t>
              <w:br/>
              <w:t>8 (4832) 30-10-18</w:t>
              <w:br/>
              <w:t>rpsbryansk@mail.ru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мер социальной поддержки для семей с детьми (дополнительные выплаты при рождении ребенка, ежегодное пособие к началу учебного года многодетным семьям, областной материнский капитал, дополнительное ежемесячное пособие по уходу за ребенком – инвалидом, денежная компенсация на питание специальными молочными продуктами детского питания детей первого, второго и третьего года жизни, ежемесячная денежная выплата детям в возрасте до 18 лет, страдающим фенилкетонурией, и пр.)</w:t>
              <w:br/>
              <w:t>Оказание материальной помощи гражданам, оказавшимся в трудной жизненной ситуации, предоставление государственной социальной помощи малоимущим гражданам, в том числе на основании социального контракта.</w:t>
            </w:r>
          </w:p>
        </w:tc>
      </w:tr>
      <w:tr>
        <w:trPr>
          <w:trHeight w:val="3164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ГКУ Брянской области «Отдел социальной защиты населения Бежицкого района г. Брянска»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241012, Брянская область, г.Брянск, </w:t>
              <w:br/>
              <w:t>ул. Орловская, д.20а</w:t>
              <w:br/>
              <w:t xml:space="preserve">8 (4832) 52-26-31    </w:t>
              <w:br/>
              <w:t>bezh.oszn@mail.ru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мер социальной поддержки для семей с детьми (дополнительные выплаты при рождении ребенка, ежегодное пособие к началу учебного года многодетным семьям, областной материнский капитал, дополнительное ежемесячное пособие по уходу за ребенком – инвалидом, денежная компенсация на питание специальными молочными продуктами детского питания детей первого, второго и третьего года жизни, ежемесячная денежная выплата детям в возрасте до 18 лет, страдающим фенилкетонурией, и пр.)</w:t>
              <w:br/>
              <w:t>Оказание материальной помощи гражданам, оказавшимся в трудной жизненной ситуации, предоставление государственной социальной помощи малоимущим гражданам, в том числе на основании социального контракта.</w:t>
            </w:r>
          </w:p>
        </w:tc>
      </w:tr>
      <w:tr>
        <w:trPr>
          <w:trHeight w:val="3164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ГКУ Брянской области «Отдел социальной защиты населения Володарского района г. Брянска»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241047, Брянская область, г. Брянск, </w:t>
              <w:br/>
              <w:t>ул. Никитина, д. 8, помещение 1</w:t>
              <w:br/>
              <w:t>8 (4832) 26-05-80</w:t>
              <w:br/>
              <w:t>vol.oszn@mail.ru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мер социальной поддержки для семей с детьми (дополнительные выплаты при рождении ребенка, ежегодное пособие к началу учебного года многодетным семьям, областной материнский капитал, дополнительное ежемесячное пособие по уходу за ребенком – инвалидом, денежная компенсация на питание специальными молочными продуктами детского питания детей первого, второго и третьего года жизни, ежемесячная денежная выплата детям в возрасте до 18 лет, страдающим фенилкетонурией, и пр.)</w:t>
              <w:br/>
              <w:t>Оказание материальной помощи гражданам, оказавшимся в трудной жизненной ситуации, предоставление государственной социальной помощи малоимущим гражданам, в том числе на основании социального контракта.</w:t>
            </w:r>
          </w:p>
        </w:tc>
      </w:tr>
      <w:tr>
        <w:trPr>
          <w:trHeight w:val="3164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ГКУ Брянской области «Отдел социальной защиты населения Фокинского района г. Брянска»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241050, Брянская область, г. Брянск,</w:t>
              <w:br/>
              <w:t>ул. Котовского, д.1, помещение 1</w:t>
              <w:br/>
              <w:t xml:space="preserve"> 8 (4832) 63-11-23    </w:t>
              <w:br/>
              <w:t>brfok.oszn@mail.ru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мер социальной поддержки для семей с детьми (дополнительные выплаты при рождении ребенка, ежегодное пособие к началу учебного года многодетным семьям, областной материнский капитал, дополнительное ежемесячное пособие по уходу за ребенком – инвалидом, денежная компенсация на питание специальными молочными продуктами детского питания детей первого, второго и третьего года жизни, ежемесячная денежная выплата детям в возрасте до 18 лет, страдающим фенилкетонурией, и пр.)</w:t>
              <w:br/>
              <w:t>Оказание материальной помощи гражданам, оказавшимся в трудной жизненной ситуации, предоставление государственной социальной помощи малоимущим гражданам, в том числе на основании социального контракта.</w:t>
            </w:r>
          </w:p>
        </w:tc>
      </w:tr>
      <w:tr>
        <w:trPr>
          <w:trHeight w:val="4424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ГБУСО «Центр социальной помощи семье и детям п. Белые Берега Фокинского района г. Брянска»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241902, Брянская обл., п. Белые Берега, </w:t>
              <w:br/>
              <w:t>ул. Ромашина, дом 7</w:t>
              <w:br/>
              <w:t>8 (4832)71-47-47</w:t>
              <w:br/>
              <w:t>brfok.pr@mail.ru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услуг.</w:t>
              <w:br/>
              <w:t>-социально-правовые услуги:</w:t>
              <w:br/>
              <w:t>- оказание вещевой, продуктовой, канцелярской помощи,</w:t>
              <w:br/>
              <w:t>- обследование жилищно-бытовых условий семей с целью оказания различных видов помощи,</w:t>
              <w:br/>
              <w:t>-социальное сопровождение семей,</w:t>
              <w:br/>
              <w:t>- выдача новогодних подарков детям участников СВО, малоимущим/</w:t>
              <w:br/>
              <w:t>Обеспечение временного проживания несовершеннолетних, оказавшихся в трудной жизненной ситуации; оказание социальной, психологической и иной помощи несовершеннолетним, их родителям (законным представителям) в ликвидации трудной ситуации (социальный патронаж); обеспечение защиты прав и законных интересов несовершеннолетних; организация медицинского обслуживания и обучения несовершеннолетних, содействие их профессиональной ориентации и получению ими специальности.</w:t>
            </w:r>
          </w:p>
        </w:tc>
      </w:tr>
      <w:tr>
        <w:trPr>
          <w:trHeight w:val="2223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ГБУСО «Социально-реабилитационный центр для несовершеннолетних г. Брянска»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241047, Брянская обл., город Брянск, </w:t>
              <w:br/>
              <w:t>ул. Чернышевского, строение 64В 8(4832)73-00-49</w:t>
              <w:br/>
              <w:t>br.pr@mail.ru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временного проживания несовершеннолетних, оказавшихся в трудной жизненной ситуации; оказание социальной, психологической и иной помощи несовершеннолетним, их родителям (законным представителям) в ликвидации трудной ситуации (социальный патронаж); обеспечение защиты прав и законных интересов несовершеннолетних; организация медицинского обслуживания и обучения несовершеннолетних, содействие их профессиональной ориентации и получению ими специальности.</w:t>
            </w:r>
          </w:p>
        </w:tc>
      </w:tr>
      <w:tr>
        <w:trPr>
          <w:trHeight w:val="5044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ГБУ «Комплексный центр социального обслуживания населения г. Брянска»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241022, г.Брянск, пер. Димитрова, 3</w:t>
              <w:br/>
              <w:t>8(4832) 26-54-24</w:t>
              <w:br/>
              <w:t>vol.kcson@mail.ru</w:t>
              <w:br/>
              <w:br/>
              <w:t>241035, г.Брянск, бульвар 50 лет Октября,4</w:t>
              <w:br/>
              <w:t>8(4832) 51-43-32</w:t>
              <w:br/>
              <w:t>bezh.kcson@mail.ru</w:t>
              <w:br/>
              <w:br/>
              <w:t>241020, г.Брянск, пр.Московский, 58</w:t>
              <w:br/>
              <w:t>8(4832) 73-71-39</w:t>
              <w:br/>
              <w:t>brfok.kcson@mail.ru</w:t>
              <w:br/>
              <w:br/>
              <w:t>241050, г.Брянск, ул.Фокина,66</w:t>
              <w:br/>
              <w:t>8(4832) 74-31-82</w:t>
              <w:br/>
              <w:t>sov.kcson@mail.ru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услуг в форме на дому, в полустационарной форме, срочных социальных услуг, социального сопровождения гражданам пожилого возраста и инвалидам, в том числе детям – инвалидам, женщинам.</w:t>
              <w:br/>
              <w:t>Предоставление социальных услуг с обеспечением проживания женщинам, попавшим в трудную жизненную ситуацию.</w:t>
              <w:br/>
              <w:t>Предоставление предметов первой необходимости семьям с новорожденными и детьми в возрасте до 3 лет в прокат.</w:t>
            </w:r>
          </w:p>
        </w:tc>
      </w:tr>
      <w:tr>
        <w:trPr>
          <w:trHeight w:val="3915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Брасовский муниципальный район</w:t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Государственное казенное учреждение «Центр занятости населения Брасовского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242300, Брянская область, Брасовский район. пос. Локоть, пр. Ленина, д. 3 (48354) 9-18-33 </w:t>
              <w:br/>
              <w:t>Czn08@rabota-bryanskobl.ru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содействия гражданам в поиске подходящей работы, временного трудоустройства несовершеннолетних граждан в возрасте от 14 до 18 лет в свободное от учебы время, временного трудоустройства безработных граждан, испытывающих трудности в поиске работы, социальная адаптация граждан, ищущих работу, безработных граждан, психологическая поддержка безработных граждан, организация прохождения профессионального обучения, получения дополнительного профессионального образования безработными гражданами, включая прохождение обучения в другой местности, содействие началу осуществления безработными гражданами предпринимательской и иной приносящей доход деятельности, организация сопровождения при содействии занятости инвалидов, организация и проведение специальных мероприятий по профилированию граждан, ищущих работу, безработных граждан и работодателей.</w:t>
            </w:r>
          </w:p>
        </w:tc>
      </w:tr>
      <w:tr>
        <w:trPr>
          <w:trHeight w:val="1281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ГБУ «Комплексный центр социального обслуживания населения Брасовского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242300, Брянская область, Брасовский район, п. Локоть, ул. Лесная, 23, т.8 (4832) 9-15-98 bras.kcson@mail.ru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услуг в форме на дому, срочных социальных услуг, социального сопровождения гражданам пожилого возраста и инвалидам.</w:t>
              <w:br/>
              <w:t>Предоставление предметов первой необходимости семьям с новорожденными и детьми в возрасте до 3 лет в прокат.</w:t>
            </w:r>
          </w:p>
        </w:tc>
      </w:tr>
      <w:tr>
        <w:trPr>
          <w:trHeight w:val="3164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ГКУ «Отдел социальной защиты Брасовского района Брянской области»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42300, Брянская область, Брасовский район, п.Локоть, пр.Ленина, д.10  8 (48354) 9-10-73,  bras.oszn@mail.ru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мер социальной поддержки для семей с детьми (дополнительные выплаты при рождении ребенка, ежегодное пособие к началу учебного года многодетным семьям, областной материнский капитал, дополнительное ежемесячное пособие по уходу за ребенком – инвалидом, денежная компенсация на питание специальными молочными продуктами детского питания детей первого, второго и третьего года жизни, ежемесячная денежная выплата детям в возрасте до 18 лет, страдающим фенилкетонурией, и пр.)  Оказание материальной помощи гражданам, оказавшимся в трудной жизненной ситуации, предоставление государственной социальной помощи малоимущим гражданам, в том числе на основании социального контракта.</w:t>
            </w:r>
          </w:p>
        </w:tc>
      </w:tr>
      <w:tr>
        <w:trPr>
          <w:trHeight w:val="4003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Брянский муниципальный район</w:t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Государственное казенное учреждение «Центр занятости населения Брянского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241050, Брянская область, г. Брянск, ул. Софьи Перовской, д.83 (4832) 74-91-80 czn09@rabota-bryanskobl.ru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содействия гражданам в поиске подходящей работы, временного трудоустройства несовершеннолетних граждан в возрасте от 14 до 18 лет в свободное от учебы время, временного трудоустройства безработных граждан, испытывающих трудности в поиске работы, социальная адаптация граждан, ищущих работу, безработных граждан, психологическая поддержка безработных граждан, организация прохождения профессионального обучения, получения дополнительного профессионального образования безработными гражданами, включая прохождение обучения в другой местности, содействие началу осуществления безработными гражданами предпринимательской и иной приносящей доход деятельности, организация сопровождения при содействии занятости инвалидов, организация и проведение специальных мероприятий по профилированию граждан, ищущих работу, безработных граждан и работодателей.</w:t>
            </w:r>
          </w:p>
        </w:tc>
      </w:tr>
      <w:tr>
        <w:trPr>
          <w:trHeight w:val="3178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ГКУ «Отдел социальной защиты Брянского района Брянской области»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241037, Брянская область, г. Брянск, ул. Красноармейская, 156</w:t>
              <w:br/>
              <w:t>8 (4832) 41-26-19</w:t>
              <w:br/>
              <w:t>bryan.oszn@mail.ru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мер социальной поддержки для семей с детьми (дополнительные выплаты при рождении ребенка, ежегодное пособие к началу учебного года многодетным семьям, областной материнский капитал, дополнительное ежемесячное пособие по уходу за ребенком – инвалидом, денежная компенсация на питание специальными молочными продуктами детского питания детей первого, второго и третьего года жизни, ежемесячная денежная выплата детям в возрасте до 18 лет, страдающим фенилкетонурией, и пр.)</w:t>
              <w:br/>
              <w:t>Оказание материальной помощи гражданам, оказавшимся в трудной жизненной ситуации, предоставление государственной социальной помощи малоимущим гражданам, в том числе на основании социального контракта.</w:t>
            </w:r>
          </w:p>
        </w:tc>
      </w:tr>
      <w:tr>
        <w:trPr>
          <w:trHeight w:val="2228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ГБУСО «Социальный приют для детей и подростков Брянского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241526, Брянская область, Брянский р-н, с. Бетово, ул. Центральная, д.8 </w:t>
              <w:br/>
              <w:t>8(4832)77-28-40</w:t>
              <w:br/>
              <w:t>Bryan.pr@mail.ru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временного проживания несовершеннолетних, оказавшихся в трудной жизненной ситуации; оказание социальной, психологической и иной помощи несовершеннолетним, их родителям (законным представителям) в ликвидации трудной ситуации (социальный патронаж); обеспечение защиты прав и законных интересов несовершеннолетних; организация медицинского обслуживания и обучения несовершеннолетних, содействие их профессиональной ориентации и получению ими специальности.</w:t>
            </w:r>
          </w:p>
        </w:tc>
      </w:tr>
      <w:tr>
        <w:trPr>
          <w:trHeight w:val="1281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ГБУ «Комплексный центр социального обслуживания населения Брянского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241037, Брянская область, Брянский район, ул. Красноармейская, 156; </w:t>
              <w:br/>
              <w:t xml:space="preserve">8(4832)74-24-90 </w:t>
              <w:br/>
              <w:t>Bryan.kcson@mail.ru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услуг в форме на дому, срочных социальных услуг, социального сопровождения гражданам пожилого возраста и инвалидам.</w:t>
              <w:br/>
              <w:t>Предоставление предметов первой необходимости семьям с новорожденными и детьми в возрасте до 3 лет в прокат.</w:t>
            </w:r>
          </w:p>
        </w:tc>
      </w:tr>
      <w:tr>
        <w:trPr>
          <w:trHeight w:val="1281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ГБУСО «Реабилитационный центр для детей и подростков с ограниченными возможностями здоровья «Озерный»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241044, Брянский район, санаторий «Снежка», д. 11 </w:t>
              <w:br/>
              <w:t>8(4832) 94-94-44</w:t>
              <w:br/>
              <w:t>Ozer.rc@mail.ru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услуг в стационарной форме детям с ограниченными возможностями здоровья.</w:t>
            </w:r>
          </w:p>
        </w:tc>
      </w:tr>
      <w:tr>
        <w:trPr>
          <w:trHeight w:val="4119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Жирятинский муниципальный район</w:t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Жирятинский отдел Государственного казенного учреждения «Центр занятости населения Брянского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242030, Брянская область, Жирятинский  район. с. Жирятино, ул. Мира, д. 12 (48344) 3-06-53 </w:t>
              <w:br/>
              <w:t>Czn0913@rabota-bryanskobl.ru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содействия гражданам в поиске подходящей работы, временного трудоустройства несовершеннолетних граждан в возрасте от 14 до 18 лет в свободное от учебы время, временного трудоустройства безработных граждан, испытывающих трудности в поиске работы, социальная адаптация граждан, ищущих работу, безработных граждан, психологическая поддержка безработных граждан, организация прохождения профессионального обучения, получения дополнительного профессионального образования безработными гражданами, включая прохождение обучения в другой местности, содействие началу осуществления безработными гражданами предпринимательской и иной приносящей доход деятельности, организация сопровождения при содействии занятости инвалидов, организация и проведение специальных мероприятий по профилированию граждан, ищущих работу, безработных граждан и работодателей.</w:t>
            </w:r>
          </w:p>
        </w:tc>
      </w:tr>
      <w:tr>
        <w:trPr>
          <w:trHeight w:val="3178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ГКУ «Отдел социальной защиты населения Жирятинского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242030, Брянская область, с. Жирятино, </w:t>
              <w:br/>
              <w:t>ул. Мира, д. 10</w:t>
              <w:br/>
              <w:t>8 (48344) 3-06-79</w:t>
              <w:br/>
              <w:t>zhir.oszn@mail.ru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мер социальной поддержки для семей с детьми (дополнительные выплаты при рождении ребенка, ежегодное пособие к началу учебного года многодетным семьям, областной материнский капитал, дополнительное ежемесячное пособие по уходу за ребенком – инвалидом, денежная компенсация на питание специальными молочными продуктами детского питания детей первого, второго и третьего года жизни, ежемесячная денежная выплата детям в возрасте до 18 лет, страдающим фенилкетонурией, и пр.)</w:t>
              <w:br/>
              <w:t>Оказание материальной помощи гражданам, оказавшимся в трудной жизненной ситуации, предоставление государственной социальной помощи малоимущим гражданам, в том числе на основании социального контракта.</w:t>
            </w:r>
          </w:p>
        </w:tc>
      </w:tr>
      <w:tr>
        <w:trPr>
          <w:trHeight w:val="1281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ГБУ «Комплексный центр социального обслуживания населения Жирятинского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242030, Брянская область, с. Жирятино, </w:t>
              <w:br/>
              <w:t xml:space="preserve">ул. Мира, 10 </w:t>
              <w:br/>
              <w:t xml:space="preserve">8(48344) 3-06-08 </w:t>
              <w:br/>
              <w:t>Zhir.kcson1@mail.ru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услуг в форме на дому, срочных социальных услуг, социального сопровождения гражданам пожилого возраста и инвалидам.</w:t>
              <w:br/>
              <w:t>Предоставление предметов первой необходимости семьям с новорожденными и детьми в возрасте до 3 лет в прокат.</w:t>
            </w:r>
          </w:p>
        </w:tc>
      </w:tr>
      <w:tr>
        <w:trPr>
          <w:trHeight w:val="4038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Жуковский муниципальный округ</w:t>
              <w:br/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Государственное казенное учреждение «Центр занятости населения Жуковского района»</w:t>
              <w:br/>
              <w:br/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242700, Брянская область, </w:t>
              <w:br/>
              <w:t xml:space="preserve">Жуковский  район, г.Жуковка, ул. Заводской проезд, д. 4 </w:t>
              <w:br/>
              <w:t>8(48334) 3-24-8 (48334) 3-10-90 czn14@rabota-bryanskobl.ru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содействия гражданам в поиске подходящей работы, временного трудоустройства несовершеннолетних граждан в возрасте от 14 до 18 лет в свободное от учебы время, временного трудоустройства безработных граждан, испытывающих трудности в поиске работы, социальная адаптация граждан, ищущих работу, безработных граждан, психологическая поддержка безработных граждан, организация прохождения профессионального обучения, получения дополнительного профессионального образования безработными гражданами, включая прохождение обучения в другой местности, содействие началу осуществления безработными гражданами предпринимательской и иной приносящей доход деятельности, организация сопровождения при содействии занятости инвалидов, организация и проведение специальных мероприятий по профилированию граждан, ищущих работу, безработных граждан и работодателей.</w:t>
            </w:r>
          </w:p>
        </w:tc>
      </w:tr>
      <w:tr>
        <w:trPr>
          <w:trHeight w:val="3178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ГКУ «Отдел социальной защиты населения Жуковского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242700, Брянская область, г. Жуковка, </w:t>
              <w:br/>
              <w:t>ул. Октябрьская , д. 1</w:t>
              <w:br/>
              <w:t>8 (48334) 3-03-35</w:t>
              <w:br/>
              <w:t>zhuk.oszn@mail.ru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мер социальной поддержки для семей с детьми (дополнительные выплаты при рождении ребенка, ежегодное пособие к началу учебного года многодетным семьям, областной материнский капитал, дополнительное ежемесячное пособие по уходу за ребенком – инвалидом, денежная компенсация на питание специальными молочными продуктами детского питания детей первого, второго и третьего года жизни, ежемесячная денежная выплата детям в возрасте до 18 лет, страдающим фенилкетонурией, и пр.)</w:t>
              <w:br/>
              <w:t>Оказание материальной помощи гражданам, оказавшимся в трудной жизненной ситуации, предоставление государственной социальной помощи малоимущим гражданам, в том числе на основании социального контракта.</w:t>
            </w:r>
          </w:p>
        </w:tc>
      </w:tr>
      <w:tr>
        <w:trPr>
          <w:trHeight w:val="4104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ГБУ «Комплексный центр социального обслуживания населения Жуковского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242700, Брянская область, г. Жуковка, </w:t>
              <w:br/>
              <w:t xml:space="preserve">ул. Парковая, д. 2 </w:t>
              <w:br/>
              <w:t>8(48334) 3-03-16 zhuk.kcson@mail.ru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услуг в форме на дому, в полустационарной, стационарной формах, срочных социальных услуг, социального сопровождения гражданам пожилого возраста и инвалидам, в том числе детям – инвалидам, детям, оставшимся без попечения родителей.</w:t>
              <w:br/>
              <w:t>Обеспечение временного проживания несовершеннолетних, оказавшихся в трудной жизненной ситуации; оказание социальной, психологической и иной помощи несовершеннолетним, их родителям (законным представителям) в ликвидации трудной ситуации (социальный патронаж); обеспечение защиты прав и законных интересов несовершеннолетних; организация медицинского обслуживания и обучения несовершеннолетних, содействие их профессиональной ориентации и получению ими специальности.</w:t>
              <w:br/>
              <w:t>Предоставление предметов первой необходимости семьям с новорожденными и детьми в возрасте до 3 лет в прокат.</w:t>
            </w:r>
          </w:p>
        </w:tc>
      </w:tr>
      <w:tr>
        <w:trPr>
          <w:trHeight w:val="4104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ГБСУСОН Брянской области «Центр помощи детям, оставшимся без попечения родителей, имени героя России А.А. Титова, Жуковского района»</w:t>
              <w:br/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242702, Брянская область,  г. Жуковка, </w:t>
              <w:br/>
              <w:t>ул. Заречная, д. 2А</w:t>
              <w:br/>
              <w:t>8 (48334) 3-18-32</w:t>
              <w:br/>
              <w:t>Int-scool@mail.ru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услуг в стационарной форме социального обслуживания детям-сиротам и детям, оставшимся без попечения родителей, а также детям, временно помещенным в учреждение,оказавшимся в трудной жизненной ситуации; оказание помощи в восстановлении нарушенных прав детей и представление интересов детей в отношениях с любыми физическими и юридическими лицами, в судах; обеспечение психолого-медико-педагогической реабилитации детей, в том числе оказание логопедической и психологической помощи; обеспечение занятости детей в летний период; организация досуга детей и подростков.</w:t>
              <w:br/>
              <w:t>Консультативные услуги для лиц, желающих усыновить (удочерить) или принять под опеку (попечительство) ребенка, получивших в установленном порядке направление на посещение ребенка, осуществление содействия устройству детей на воспитание в семью.</w:t>
            </w:r>
          </w:p>
        </w:tc>
      </w:tr>
      <w:tr>
        <w:trPr>
          <w:trHeight w:val="4119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Выгоничский муниципальный район</w:t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Государственное казенное учреждение «Центр занятости населения Выгоничского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243361, Брянская область, </w:t>
              <w:br/>
              <w:t xml:space="preserve">Выгоничский район, пос. Выгоничи, </w:t>
              <w:br/>
              <w:t xml:space="preserve">пер. Мира, д. 3 </w:t>
              <w:br/>
              <w:t xml:space="preserve">8(48341) 2-13-65 </w:t>
              <w:br/>
              <w:t>Czn10@rabota-bryanskobl.ru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содействия гражданам в поиске подходящей работы, временного трудоустройства несовершеннолетних граждан в возрасте от 14 до 18 лет в свободное от учебы время, временного трудоустройства безработных граждан, испытывающих трудности в поиске работы, социальная адаптация граждан, ищущих работу, безработных граждан, психологическая поддержка безработных граждан, организация прохождения профессионального обучения, получения дополнительного профессионального образования безработными гражданами, включая прохождение обучения в другой местности, содействие началу осуществления безработными гражданами предпринимательской и иной приносящей доход деятельности, организация сопровождения при содействии занятости инвалидов, организация и проведение специальных мероприятий по профилированию граждан, ищущих работу, безработных граждан и работодателей.</w:t>
            </w:r>
          </w:p>
        </w:tc>
      </w:tr>
      <w:tr>
        <w:trPr>
          <w:trHeight w:val="3178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ГКУ «Отдел социальной защиты населения Выгоничского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243361, Брянская область,</w:t>
              <w:br/>
              <w:t>п. Выгоничи, ул. Ленина, д. 53</w:t>
              <w:br/>
              <w:t xml:space="preserve">8 (48-341) 2-10-94    </w:t>
              <w:br/>
              <w:t>vyg.oszn@mail.ru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мер социальной поддержки для семей с детьми (дополнительные выплаты при рождении ребенка, ежегодное пособие к началу учебного года многодетным семьям, областной материнский капитал, дополнительное ежемесячное пособие по уходу за ребенком – инвалидом, денежная компенсация на питание специальными молочными продуктами детского питания детей первого, второго и третьего года жизни, ежемесячная денежная выплата детям в возрасте до 18 лет, страдающим фенилкетонурией, и пр.)</w:t>
              <w:br/>
              <w:t>Оказание материальной помощи гражданам, оказавшимся в трудной жизненной ситуации, предоставление государственной социальной помощи малоимущим гражданам, в том числе на основании социального контракта.</w:t>
            </w:r>
          </w:p>
        </w:tc>
      </w:tr>
      <w:tr>
        <w:trPr>
          <w:trHeight w:val="1393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ГБУ «Комплексный центр социального обслуживания населения Выгоничского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243361, Брянская область, п. Выгоничи, ул. Ленина, 14</w:t>
              <w:br/>
              <w:t xml:space="preserve">8(48341) 2-11-67 </w:t>
              <w:br/>
              <w:t>Vyg.kcson@mail.ru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услуг в форме на дому, срочных социальных услуг, социального сопровождения гражданам пожилого возраста и инвалидам.</w:t>
              <w:br/>
              <w:t>Предоставление предметов первой необходимости семьям с новорожденными и детьми в возрасте до 3 лет в прокат.</w:t>
            </w:r>
          </w:p>
        </w:tc>
      </w:tr>
      <w:tr>
        <w:trPr>
          <w:trHeight w:val="3781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Гордеевский муниципальный район</w:t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Государственное казенное учреждение «Центр занятости населения Гордеевского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242300, Брянская область, </w:t>
              <w:br/>
              <w:t xml:space="preserve">Гордеевский район, с. Гордеевка, </w:t>
              <w:br/>
              <w:t xml:space="preserve">ул. Ленина, д. 13 </w:t>
              <w:br/>
              <w:t xml:space="preserve">8(48340) 2-14-78 </w:t>
              <w:br/>
              <w:t>Czn11@rabota-bryanskobl.ru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содействия гражданам в поиске подходящей работы, временного трудоустройства несовершеннолетних граждан в возрасте от 14 до 18 лет в свободное от учебы время, временного трудоустройства безработных граждан, испытывающих трудности в поиске работы, социальная адаптация граждан, ищущих работу, безработных граждан, психологическая поддержка безработных граждан, организация прохождения профессионального обучения, получения дополнительного профессионального образования безработными гражданами, включая прохождение обучения в другой местности, содействие началу осуществления безработными гражданами предпринимательской и иной приносящей доход деятельности, организация сопровождения при содействии занятости инвалидов, организация и проведение специальных мероприятий по профилированию граждан, ищущих работу, безработных граждан и работодателей.</w:t>
            </w:r>
          </w:p>
        </w:tc>
      </w:tr>
      <w:tr>
        <w:trPr>
          <w:trHeight w:val="3178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ГКУ «Отдел социальной защиты населения Гордеевского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243650, Брянская область, Гордеевский район, с. Гордеевка, ул. Кирова д.18 А</w:t>
              <w:br/>
              <w:t>8 (48340) 2-14-64</w:t>
              <w:br/>
              <w:t>gord.oszn@mail.ru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мер социальной поддержки для семей с детьми (дополнительные выплаты при рождении ребенка, ежегодное пособие к началу учебного года многодетным семьям, областной материнский капитал, дополнительное ежемесячное пособие по уходу за ребенком – инвалидом, денежная компенсация на питание специальными молочными продуктами детского питания детей первого, второго и третьего года жизни, ежемесячная денежная выплата детям в возрасте до 18 лет, страдающим фенилкетонурией, и пр.)</w:t>
              <w:br/>
              <w:t>Оказание материальной помощи гражданам, оказавшимся в трудной жизненной ситуации, предоставление государственной социальной помощи малоимущим гражданам, в том числе на основании социального контракта.</w:t>
            </w:r>
          </w:p>
        </w:tc>
      </w:tr>
      <w:tr>
        <w:trPr>
          <w:trHeight w:val="1281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ГБУ «Комплексный центр социального обслуживания населения Гордеевского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243650, Брянская область, п. Гордеевка, ул. Кирова, 18-а</w:t>
              <w:br/>
              <w:t xml:space="preserve">8(48340) 2-12-56 </w:t>
              <w:br/>
              <w:t>Gord.kcson@mail.ru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услуг в форме на дому, срочных социальных услуг, социального сопровождения гражданам пожилого возраста и инвалидам.</w:t>
              <w:br/>
              <w:t>Предоставление предметов первой необходимости семьям с новорожденными и детьми в возрасте до 3 лет в прокат.</w:t>
            </w:r>
          </w:p>
        </w:tc>
      </w:tr>
      <w:tr>
        <w:trPr>
          <w:trHeight w:val="4119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Дубровский муниципальный район</w:t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Государственное казенное учреждение «Центр занятости населения Дубровского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242750, Брянская область, Дубровский район, п. Дубровка, ул. Драгунского, д. 25 (48332) 9-22-04</w:t>
              <w:br/>
              <w:t xml:space="preserve"> Czn12@rabota-bryanskobl.ru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содействия гражданам в поиске подходящей работы, временного трудоустройства несовершеннолетних граждан в возрасте от 14 до 18 лет в свободное от учебы время, временного трудоустройства безработных граждан, испытывающих трудности в поиске работы, социальная адаптация граждан, ищущих работу, безработных граждан, психологическая поддержка безработных граждан, организация прохождения профессионального обучения, получения дополнительного профессионального образования безработными гражданами, включая прохождение обучения в другой местности, содействие началу осуществления безработными гражданами предпринимательской и иной приносящей доход деятельности, организация сопровождения при содействии занятости инвалидов, организация и проведение специальных мероприятий по профилированию граждан, ищущих работу, безработных граждан и работодателей.</w:t>
            </w:r>
          </w:p>
        </w:tc>
      </w:tr>
      <w:tr>
        <w:trPr>
          <w:trHeight w:val="3178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ГКУ «Отдел социальной защиты населения Дубровского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242750, Брянская область, Дубровский р-н, рп. Дубровка, ул. Победы, д.2</w:t>
              <w:br/>
              <w:t>8 (48332) 9-11-63 </w:t>
              <w:br/>
              <w:t>dubr.oszn@mail.ru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мер социальной поддержки для семей с детьми (дополнительные выплаты при рождении ребенка, ежегодное пособие к началу учебного года многодетным семьям, областной материнский капитал, дополнительное ежемесячное пособие по уходу за ребенком – инвалидом, денежная компенсация на питание специальными молочными продуктами детского питания детей первого, второго и третьего года жизни, ежемесячная денежная выплата детям в возрасте до 18 лет, страдающим фенилкетонурией, и пр.)</w:t>
              <w:br/>
              <w:t>Оказание материальной помощи гражданам, оказавшимся в трудной жизненной ситуации, предоставление государственной социальной помощи малоимущим гражданам, в том числе на основании социального контракта.</w:t>
            </w:r>
          </w:p>
        </w:tc>
      </w:tr>
      <w:tr>
        <w:trPr>
          <w:trHeight w:val="4108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ГБУ «Комплексный центр социального обслуживания населения Дубровского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242750, Брянская область, п. Дубровка, микрорайон №1</w:t>
              <w:br/>
              <w:t xml:space="preserve">8(48332) 9-33-48 </w:t>
              <w:br/>
              <w:t>Dubr.kcson@mail.ru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услуг в форме на дому, в полустационарной, стационарной формах, срочных социальных услуг, социального сопровождения гражданам пожилого возраста и инвалидам, в том числе детям – инвалидам, детям, оставшимся без попечения родителей.</w:t>
              <w:br/>
              <w:t>Обеспечение временного проживания несовершеннолетних, оказавшихся в трудной жизненной ситуации; оказание социальной, психологической и иной помощи несовершеннолетним, их родителям (законным представителям) в ликвидации трудной ситуации (социальный патронаж); обеспечение защиты прав и законных интересов несовершеннолетних; организация медицинского обслуживания и обучения несовершеннолетних, содействие их профессиональной ориентации и получению ими специальности.</w:t>
              <w:br/>
              <w:t>Предоставление предметов первой необходимости семьям с новорожденными и детьми в возрасте до 3 лет в прокат.</w:t>
            </w:r>
          </w:p>
        </w:tc>
      </w:tr>
      <w:tr>
        <w:trPr>
          <w:trHeight w:val="1597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ГБСУСОН Брянской области «Дубровский детский дом-интернат для умственно отсталых детей»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242750, Брянская область, Дубровский район, р.п. Дубровка, ул. Журавлева, д. 50</w:t>
              <w:br/>
              <w:t>8 (48332) 9-12-71</w:t>
              <w:br/>
              <w:t>dubr.ddi@mail.ru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услуг  в стационарных условиях при постоянном, временном или пятидневном круглосуточном проживании детям–инвалидам с аномалиями умственного развития, нуждающимся по состоянию здоровья в уходе, бытовом и медицинском обслуживании, а также в социально-трудовой адаптации.</w:t>
            </w:r>
          </w:p>
        </w:tc>
      </w:tr>
      <w:tr>
        <w:trPr>
          <w:trHeight w:val="4119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Рогнединский муниципальный район</w:t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Государственное казенное учреждение «Центр занятости населения Дубровского района» Рогнединский отдел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242300, Брянская область, Рогнединский район, пос. Рогнедино, Ленина, д. 32 (48331) 2-15-30 </w:t>
              <w:br/>
              <w:t>czn01225@rabota-bryanskobl.ru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содействия гражданам в поиске подходящей работы, временного трудоустройства несовершеннолетних граждан в возрасте от 14 до 18 лет в свободное от учебы время, временного трудоустройства безработных граждан, испытывающих трудности в поиске работы, социальная адаптация граждан, ищущих работу, безработных граждан, психологическая поддержка безработных граждан, организация прохождения профессионального обучения, получения дополнительного профессионального образования безработными гражданами, включая прохождение обучения в другой местности, содействие началу осуществления безработными гражданами предпринимательской и иной приносящей доход деятельности, организация сопровождения при содействии занятости инвалидов, организация и проведение специальных мероприятий по профилированию граждан, ищущих работу, безработных граждан и работодателей.</w:t>
            </w:r>
          </w:p>
        </w:tc>
      </w:tr>
      <w:tr>
        <w:trPr>
          <w:trHeight w:val="3178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ГКУ «Отдел социальной защиты населения Дубровского района»</w:t>
              <w:br/>
              <w:t>Рогнединский отдел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242750, Брянская область, Дубровский р-н, рп. Дубровка, ул. Победы, д. 2</w:t>
              <w:br/>
              <w:t>8 (48332) 9-11-63, </w:t>
              <w:br/>
              <w:t> Dubr.oszn@mail.ru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мер социальной поддержки для семей с детьми (дополнительные выплаты при рождении ребенка, ежегодное пособие к началу учебного года многодетным семьям, областной материнский капитал, дополнительное ежемесячное пособие по уходу за ребенком – инвалидом, денежная компенсация на питание специальными молочными продуктами детского питания детей первого, второго и третьего года жизни, ежемесячная денежная выплата детям в возрасте до 18 лет, страдающим фенилкетонурией, и пр.)</w:t>
              <w:br/>
              <w:t>Оказание материальной помощи гражданам, оказавшимся в трудной жизненной ситуации, предоставление государственной социальной помощи малоимущим гражданам, в том числе на основании социального контракта.</w:t>
            </w:r>
          </w:p>
        </w:tc>
      </w:tr>
      <w:tr>
        <w:trPr>
          <w:trHeight w:val="1913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ГБУ «Комплексный центр социального обслуживания населения Рогнединского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242770, Брянская область, п. Рогнедино, ул. Горького, 9 </w:t>
              <w:br/>
              <w:t xml:space="preserve">8(48331) 2-13-27 </w:t>
              <w:br/>
              <w:t>Rogn.kcson@mail.ru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услуг в форме на дому, в стационарной форме срочных социальных услуг, социального сопровождения гражданам пожилого возраста и инвалидам. Предоставление социальных услуг с обеспечением проживания женщинам, попавшим в трудную жизненную ситуацию.</w:t>
              <w:br/>
              <w:t>Предоставление предметов первой необходимости семьям с новорожденными и детьми в возрасте до 3 лет в прокат.</w:t>
            </w:r>
          </w:p>
        </w:tc>
      </w:tr>
      <w:tr>
        <w:trPr>
          <w:trHeight w:val="4119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Дятьковский муниципальный район</w:t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Государственное казенное учреждение Государственное казенное учреждение «Центр занятости населения города Дятьково»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242600, Брянская область, г. Дятьково, </w:t>
              <w:br/>
              <w:t xml:space="preserve">ул. Ленина, д. 224 </w:t>
              <w:br/>
              <w:t xml:space="preserve">8(48333) 4-48-68 </w:t>
              <w:br/>
              <w:t>Czn01@rabota-bryanskobl.ru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содействия гражданам в поиске подходящей работы, временного трудоустройства несовершеннолетних граждан в возрасте от 14 до 18 лет в свободное от учебы время, временного трудоустройства безработных граждан, испытывающих трудности в поиске работы, социальная адаптация граждан, ищущих работу, безработных граждан, психологическая поддержка безработных граждан, организация прохождения профессионального обучения, получения дополнительного профессионального образования безработными гражданами, включая прохождение обучения в другой местности, содействие началу осуществления безработными гражданами предпринимательской и иной приносящей доход деятельности, организация сопровождения при содействии занятости инвалидов, организация и проведение специальных мероприятий по профилированию граждан, ищущих работу, безработных граждан и работодателей.</w:t>
            </w:r>
          </w:p>
        </w:tc>
      </w:tr>
      <w:tr>
        <w:trPr>
          <w:trHeight w:val="3178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ГКУ «Отдел социальной защиты населения Дятьковского района»</w:t>
              <w:br/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242600, Брянская область, г.Дятьково, ул.Ленина, д.224</w:t>
              <w:br/>
              <w:t>8 (48333) 4-48-00</w:t>
              <w:br/>
              <w:t>dyat.oszn@mail.ru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мер социальной поддержки для семей с детьми (дополнительные выплаты при рождении ребенка, ежегодное пособие к началу учебного года многодетным семьям, областной материнский капитал, дополнительное ежемесячное пособие по уходу за ребенком – инвалидом, денежная компенсация на питание специальными молочными продуктами детского питания детей первого, второго и третьего года жизни, ежемесячная денежная выплата детям в возрасте до 18 лет, страдающим фенилкетонурией, и пр.)\</w:t>
              <w:br/>
              <w:t>Оказание материальной помощи гражданам, оказавшимся в трудной жизненной ситуации, предоставление государственной социальной помощи малоимущим гражданам, в том числе на основании социального контракта.</w:t>
            </w:r>
          </w:p>
        </w:tc>
      </w:tr>
      <w:tr>
        <w:trPr>
          <w:trHeight w:val="4424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ГБУСО «Центр социальной помощи семье и детям Дятьковского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243600, Брянская обл.,  Дятьковский р-н,  г. Дятьково, ул. Усадьба РТС, д. 30 а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услуг.</w:t>
              <w:br/>
              <w:t>-социально-правовые услуги:</w:t>
              <w:br/>
              <w:t>- оказание вещевой, продуктовой, канцелярской помощи,</w:t>
              <w:br/>
              <w:t>- обследование жилищно-бытовых условий семей с целью оказания различных видов помощи,</w:t>
              <w:br/>
              <w:t>-социальное сопровождение семей,</w:t>
              <w:br/>
              <w:t>- выдача новогодних подарков детям участников СВО, малоимущим.</w:t>
              <w:br/>
              <w:t>Обеспечение временного проживания несовершеннолетних, оказавшихся в трудной жизненной ситуации; оказание социальной, психологической и иной помощи несовершеннолетним, их родителям (законным представителям) в ликвидации трудной ситуации (социальный патронаж); обеспечение защиты прав и законных интересов несовершеннолетних; организация медицинского обслуживания и обучения несовершеннолетних, содействие их профессиональной ориентации и получению ими специальности.</w:t>
            </w:r>
          </w:p>
        </w:tc>
      </w:tr>
      <w:tr>
        <w:trPr>
          <w:trHeight w:val="1281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ГБУ «Комплексный центр социального обслуживания населения Дятьковского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242600, Брянская область, г.Дятьково, </w:t>
              <w:br/>
              <w:t>ул. Ленина, 198</w:t>
              <w:br/>
              <w:t xml:space="preserve"> 8(48333) 3-37-65 </w:t>
              <w:br/>
              <w:t>dyat.kcson@mail.ru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услуг в форме на дому, срочных социальных услуг, социального сопровождения гражданам пожилого возраста и инвалидам</w:t>
              <w:br/>
              <w:t>Предоставление предметов первой необходимости семьям с новорожденными и детьми в возрасте до 3 лет в прокат.</w:t>
            </w:r>
          </w:p>
        </w:tc>
      </w:tr>
      <w:tr>
        <w:trPr>
          <w:trHeight w:val="4119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Жуковский муниципальный округ</w:t>
              <w:br/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Государственное казенное учреждение «Центр занятости населения Жуковского района»</w:t>
              <w:br/>
              <w:br/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242700, Брянская область, Жуковский  р-н, г. Жуковка, ул. Заводской проезд, д. 4 (48334) 3-24-8 (48334) 3-10-90 czn14@rabota-bryanskobl.ru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содействия гражданам в поиске подходящей работы, временного трудоустройства несовершеннолетних граждан в возрасте от 14 до 18 лет в свободное от учебы время, временного трудоустройства безработных граждан, испытывающих трудности в поиске работы, социальная адаптация граждан, ищущих работу, безработных граждан, психологическая поддержка безработных граждан, организация прохождения профессионального обучения, получения дополнительного профессионального образования безработными гражданами, включая прохождение обучения в другой местности, содействие началу осуществления безработными гражданами предпринимательской и иной приносящей доход деятельности, организация сопровождения при содействии занятости инвалидов, организация и проведение специальных мероприятий по профилированию граждан, ищущих работу, безработных граждан и работодателей.</w:t>
            </w:r>
          </w:p>
        </w:tc>
      </w:tr>
      <w:tr>
        <w:trPr>
          <w:trHeight w:val="3178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ГКУ «Отдел социальной защиты населения Жуковского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242700, Брянская область, г. Жуковка,</w:t>
              <w:br/>
              <w:t xml:space="preserve"> ул. Октябрьская , д. 1</w:t>
              <w:br/>
              <w:t>8 (48334) 3-03-35</w:t>
              <w:br/>
              <w:t>zhuk.oszn@mail.ru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мер социальной поддержки для семей с детьми (дополнительные выплаты при рождении ребенка, ежегодное пособие к началу учебного года многодетным семьям, областной материнский капитал, дополнительное ежемесячное пособие по уходу за ребенком – инвалидом, денежная компенсация на питание специальными молочными продуктами детского питания детей первого, второго и третьего года жизни, ежемесячная денежная выплата детям в возрасте до 18 лет, страдающим фенилкетонурией, и пр.)</w:t>
              <w:br/>
              <w:t>Оказание материальной помощи гражданам, оказавшимся в трудной жизненной ситуации, предоставление государственной социальной помощи малоимущим гражданам, в том числе на основании социального контракта.</w:t>
            </w:r>
          </w:p>
        </w:tc>
      </w:tr>
      <w:tr>
        <w:trPr>
          <w:trHeight w:val="4104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ГБУ «Комплексный центр социального обслуживания населения Жуковского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242700, Брянская область, г. Жуковка, </w:t>
              <w:br/>
              <w:t xml:space="preserve">ул. Парковая, д. 2 </w:t>
              <w:br/>
              <w:t xml:space="preserve">8(48334) 3-03-16 </w:t>
              <w:br/>
              <w:t>Zhuk.kcson@mail.ru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услуг в форме на дому, в полустационарной, стационарной формах, срочных социальных услуг, социального сопровождения гражданам пожилого возраста и инвалидам, в том числе детям – инвалидам, детям, оставшимся без попечения родителей.</w:t>
              <w:br/>
              <w:t>Обеспечение временного проживания несовершеннолетних, оказавшихся в трудной жизненной ситуации; оказание социальной, психологической и иной помощи несовершеннолетним, их родителям (законным представителям) в ликвидации трудной ситуации (социальный патронаж); обеспечение защиты прав и законных интересов несовершеннолетних; организация медицинского обслуживания и обучения несовершеннолетних, содействие их профессиональной ориентации и получению ими специальности.</w:t>
              <w:br/>
              <w:t>Предоставление предметов первой необходимости семьям с новорожденными и детьми в возрасте до 3 лет в прокат.</w:t>
            </w:r>
          </w:p>
        </w:tc>
      </w:tr>
      <w:tr>
        <w:trPr>
          <w:trHeight w:val="4104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ГБСУСОН Брянской области «Центр помощи детям, оставшимся без попечения родителей, имени героя России А.А. Титова, Жуковского района»</w:t>
              <w:br/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242702, Брянская область,  г. Жуковка, </w:t>
              <w:br/>
              <w:t>ул. Заречная, д. 2А</w:t>
              <w:br/>
              <w:t>8 (48334) 3-18-32</w:t>
              <w:br/>
              <w:t>Int-scool@mail.ru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услуг в стационарной форме социального обслуживания детям-сиротам и детям, оставшимся без попечения родителей, а также детям, временно помещенным в учреждение,оказавшимся в трудной жизненной ситуации; оказание помощи в восстановлении нарушенных прав детей и представление интересов детей в отношениях с любыми физическими и юридическими лицами, в судах; обеспечение психолого-медико-педагогической реабилитации детей, в том числе оказание логопедической и психологической помощи; обеспечение занятости детей в летний период; организация досуга детей и подростков.</w:t>
              <w:br/>
              <w:t>Консультативные услуги для лиц, желающих усыновить (удочерить) или принять под опеку (попечительство) ребенка, получивших в установленном порядке направление на посещение ребенка, осуществление содействия устройству детей на воспитание в семью.</w:t>
            </w:r>
          </w:p>
        </w:tc>
      </w:tr>
      <w:tr>
        <w:trPr>
          <w:trHeight w:val="4119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Злынковский муниципальный район</w:t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Государственное казенное учреждение «Центр занятости населения Злынковского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243600, Брянская область, </w:t>
              <w:br/>
              <w:t xml:space="preserve">Злынковский р-н, г. Злынка, </w:t>
              <w:br/>
              <w:t xml:space="preserve">ул. Республиканская, д. 134 А </w:t>
              <w:br/>
              <w:t xml:space="preserve">8(48358) 2-11-73 </w:t>
              <w:br/>
              <w:t>Czn15@rabota-bryanskobl.ru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содействия гражданам в поиске подходящей работы, временного трудоустройства несовершеннолетних граждан в возрасте от 14 до 18 лет в свободное от учебы время, временного трудоустройства безработных граждан, испытывающих трудности в поиске работы, социальная адаптация граждан, ищущих работу, безработных граждан, психологическая поддержка безработных граждан, организация прохождения профессионального обучения, получения дополнительного профессионального образования безработными гражданами, включая прохождение обучения в другой местности, содействие началу осуществления безработными гражданами предпринимательской и иной приносящей доход деятельности, организация сопровождения при содействии занятости инвалидов, организация и проведение специальных мероприятий по профилированию граждан, ищущих работу, безработных граждан и работодателей.</w:t>
            </w:r>
          </w:p>
        </w:tc>
      </w:tr>
      <w:tr>
        <w:trPr>
          <w:trHeight w:val="3178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ГКУ «Отдел социальной защиты населения Злынковского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243600, Брянская область, г. Злынка, </w:t>
              <w:br/>
              <w:t>Пл. Свободы, д.2</w:t>
              <w:br/>
              <w:t>8 (48358) 21-6-88</w:t>
              <w:br/>
              <w:t>zlyn.oszn@mail.ru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мер социальной поддержки для семей с детьми (дополнительные выплаты при рождении ребенка, ежегодное пособие к началу учебного года многодетным семьям, областной материнский капитал, дополнительное ежемесячное пособие по уходу за ребенком – инвалидом, денежная компенсация на питание специальными молочными продуктами детского питания детей первого, второго и третьего года жизни, ежемесячная денежная выплата детям в возрасте до 18 лет, страдающим фенилкетонурией, и пр.)</w:t>
              <w:br/>
              <w:t>Оказание материальной помощи гражданам, оказавшимся в трудной жизненной ситуации, предоставление государственной социальной помощи малоимущим гражданам, в том числе на основании социального контракта.</w:t>
            </w:r>
          </w:p>
        </w:tc>
      </w:tr>
      <w:tr>
        <w:trPr>
          <w:trHeight w:val="1597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ГБУ «Комплексный центр социального обслуживания населения Злынковского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243600, Брянская область, г. Злынка, </w:t>
              <w:br/>
              <w:t xml:space="preserve">ул. Коммунальная, 5 </w:t>
              <w:br/>
              <w:t xml:space="preserve">8(48358) 2-21-60 </w:t>
              <w:br/>
              <w:t>Zlyn.kcson@mail.ru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услуг в форме на дому, в стационарной форме, срочных социальных услуг, социального сопровождения гражданам пожилого возраста и инвалидам.</w:t>
              <w:br/>
              <w:t>Предоставление предметов первой необходимости семьям с новорожденными и детьми в возрасте до 3 лет в прокат.</w:t>
            </w:r>
          </w:p>
        </w:tc>
      </w:tr>
      <w:tr>
        <w:trPr>
          <w:trHeight w:val="4119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Карачевский муниципальный район</w:t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Государственное казенное учреждение «Центр занятости населения Карачевского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242500, Брянская область, Карачевский р-н, г. Карачев, ул. 50 лет Октября, д. 139 (48335) 2-11-39 (48335) 2-14-80 czn16@rabota-bryanskobl.ru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содействия гражданам в поиске подходящей работы, временного трудоустройства несовершеннолетних граждан в возрасте от 14 до 18 лет в свободное от учебы время, временного трудоустройства безработных граждан, испытывающих трудности в поиске работы, социальная адаптация граждан, ищущих работу, безработных граждан, психологическая поддержка безработных граждан, организация прохождения профессионального обучения, получения дополнительного профессионального образования безработными гражданами, включая прохождение обучения в другой местности, содействие началу осуществления безработными гражданами предпринимательской и иной приносящей доход деятельности, организация сопровождения при содействии занятости инвалидов, организация и проведение специальных мероприятий по профилированию граждан, ищущих работу, безработных граждан и работодателей.</w:t>
            </w:r>
          </w:p>
        </w:tc>
      </w:tr>
      <w:tr>
        <w:trPr>
          <w:trHeight w:val="3178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ГКУ «Отдел социальной защиты населения Карачевского района»</w:t>
              <w:br/>
              <w:br/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242500, Брянская область, </w:t>
              <w:br/>
              <w:t>р-н Карачевский, г. Карачев, ул. Советская, д.64</w:t>
              <w:br/>
              <w:t>8 (48335) 2-16-44</w:t>
              <w:br/>
              <w:t>kar.oszn@mail.ru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мер социальной поддержки для семей с детьми (дополнительные выплаты при рождении ребенка, ежегодное пособие к началу учебного года многодетным семьям, областной материнский капитал, дополнительное ежемесячное пособие по уходу за ребенком – инвалидом, денежная компенсация на питание специальными молочными продуктами детского питания детей первого, второго и третьего года жизни, ежемесячная денежная выплата детям в возрасте до 18 лет, страдающим фенилкетонурией, и пр.)</w:t>
              <w:br/>
              <w:t>Оказание материальной помощи гражданам, оказавшимся в трудной жизненной ситуации, предоставление государственной социальной помощи малоимущим гражданам, в том числе на основании социального контракта.</w:t>
            </w:r>
          </w:p>
        </w:tc>
      </w:tr>
      <w:tr>
        <w:trPr>
          <w:trHeight w:val="2228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ГБУСО «Социальный приют для детей и подростков Карачевского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242517, Брянская область, Карачевский район, п. Согласие, ул. Северная, д. 2 8(48335) 9-53-60 </w:t>
              <w:br/>
              <w:t>Kar.pr1@mail.ru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временного проживания несовершеннолетних, оказавшихся в трудной жизненной ситуации; оказание социальной, психологической и иной помощи несовершеннолетним, их родителям (законным представителям) в ликвидации трудной ситуации (социальный патронаж); обеспечение защиты прав и законных интересов несовершеннолетних; организация медицинского обслуживания и обучения несовершеннолетних, содействие их профессиональной ориентации и получению ими специальности.</w:t>
            </w:r>
          </w:p>
        </w:tc>
      </w:tr>
      <w:tr>
        <w:trPr>
          <w:trHeight w:val="1597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ГБУ «Комплексный центр социального обслуживания населения Карачевского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242500, Брянская область, г. Карачев, </w:t>
              <w:br/>
              <w:t xml:space="preserve">ул. Маяковского, 13 </w:t>
              <w:br/>
              <w:t>8(48335) 2-19-49 kar.kcson@mail.ru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услуг в форме на дому, в полустационарной, стационарной формах, срочных социальных услуг, социального сопровождения гражданам пожилого возраста и инвалидам, в том числе детям – инвалидам.</w:t>
              <w:br/>
              <w:t>Предоставление предметов первой необходимости семьям с новорожденными и детьми в возрасте до 3 лет в прокат.</w:t>
            </w:r>
          </w:p>
        </w:tc>
      </w:tr>
      <w:tr>
        <w:trPr>
          <w:trHeight w:val="4108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ГБСУСОН Брянской области «Центр помощи детям, оставшимся без попечения родителей, Карачевского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242500, Брянская область, г. Карачев, </w:t>
              <w:br/>
              <w:t>ул. Кольцова,  д. 38</w:t>
              <w:br/>
              <w:t>8 (48335) 2-35-81</w:t>
              <w:br/>
              <w:t>hausbebi@rambler.ru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услуг в стационарной форме социального обслуживания детям-сиротам и детям, оставшимся без попечения родителей, а также детям, временно помещенным в учреждение,оказавшимся в трудной жизненной ситуации; оказание помощи в восстановлении нарушенных прав детей и представление интересов детей в отношениях с любыми физическими и юридическими лицами, в судах; обеспечение психолого-медико-педагогической реабилитации детей, в том числе оказание логопедической и психологической помощи; обеспечение занятости детей в летний период; организация досуга детей и подростков.</w:t>
              <w:br/>
              <w:t>Консультативные услуги для лиц, желающих усыновить (удочерить) или принять под опеку (попечительство) ребенка, получивших в установленном порядке направление на посещение ребенка, осуществление содействия устройству детей на воспитание в семью.</w:t>
            </w:r>
          </w:p>
        </w:tc>
      </w:tr>
      <w:tr>
        <w:trPr>
          <w:trHeight w:val="4119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Клетнянский муниципальный район</w:t>
              <w:br/>
              <w:br/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Государственное казенное учреждение «Центр занятости населения Клетнянского района»</w:t>
              <w:br/>
              <w:br/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242820, Брянская область, Клетнянский район, п. Клетня, ул. Ленина, д. 105 (48338) 9-46-99 (48338) 9-19-88 czn17@rabota-bryanskobl.ru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содействия гражданам в поиске подходящей работы, временного трудоустройства несовершеннолетних граждан в возрасте от 14 до 18 лет в свободное от учебы время, временного трудоустройства безработных граждан, испытывающих трудности в поиске работы, социальная адаптация граждан, ищущих работу, безработных граждан, психологическая поддержка безработных граждан, организация прохождения профессионального обучения, получения дополнительного профессионального образования безработными гражданами, включая прохождение обучения в другой местности, содействие началу осуществления безработными гражданами предпринимательской и иной приносящей доход деятельности, организация сопровождения при содействии занятости инвалидов, организация и проведение специальных мероприятий по профилированию граждан, ищущих работу, безработных граждан и работодателей.</w:t>
            </w:r>
          </w:p>
        </w:tc>
      </w:tr>
      <w:tr>
        <w:trPr>
          <w:trHeight w:val="3178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ГКУ «Отдел социальной защиты населения Клетнянского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242820, Брянская область, п.Клетня, ул.Советская, д.4</w:t>
              <w:br/>
              <w:t xml:space="preserve">8 (48338) 9-13-43,  </w:t>
              <w:br/>
              <w:t>Kletn.oszn@mail.ru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мер социальной поддержки для семей с детьми (дополнительные выплаты при рождении ребенка, ежегодное пособие к началу учебного года многодетным семьям, областной материнский капитал, дополнительное ежемесячное пособие по уходу за ребенком – инвалидом, денежная компенсация на питание специальными молочными продуктами детского питания детей первого, второго и третьего года жизни, ежемесячная денежная выплата детям в возрасте до 18 лет, страдающим фенилкетонурией, и пр.)</w:t>
              <w:br/>
              <w:t>Оказание материальной помощи гражданам, оказавшимся в трудной жизненной ситуации, предоставление государственной социальной помощи малоимущим гражданам, в том числе на основании социального контракта.</w:t>
            </w:r>
          </w:p>
        </w:tc>
      </w:tr>
      <w:tr>
        <w:trPr>
          <w:trHeight w:val="1597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ГБУ «Комплексный центр социального обслуживания населения Клетнянского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242820, Брянская область, п. Клетня, ул. Гоголя, 6-а </w:t>
              <w:br/>
              <w:t xml:space="preserve">8(48338) 9-13-92 </w:t>
              <w:br/>
              <w:t>Kletn.kcson@mail.ru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услуг в форме на дому, в полустационарной, стационарной формах, срочных социальных услуг, социального сопровождения гражданам пожилого возраста и инвалидам, в том числе детям – инвалидам</w:t>
              <w:br/>
              <w:t>Предоставление предметов первой необходимости семьям с новорожденными и детьми в возрасте до 3 лет в прокат.</w:t>
            </w:r>
          </w:p>
        </w:tc>
      </w:tr>
      <w:tr>
        <w:trPr>
          <w:trHeight w:val="4119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Климовский муниципальный район</w:t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Государственное казенное учреждение «Центр занятости населения Климовского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243040, Брянская область, Климовский район, п. Климово, ул. Щорса, д. 3 </w:t>
              <w:br/>
              <w:t>8(48347) 2-16-41 (48347) 2-21-03 czn18@rabota-bryanskobl.ru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содействия гражданам в поиске подходящей работы, временного трудоустройства несовершеннолетних граждан в возрасте от 14 до 18 лет в свободное от учебы время, временного трудоустройства безработных граждан, испытывающих трудности в поиске работы, социальная адаптация граждан, ищущих работу, безработных граждан, психологическая поддержка безработных граждан, организация прохождения профессионального обучения, получения дополнительного профессионального образования безработными гражданами, включая прохождение обучения в другой местности, содействие началу осуществления безработными гражданами предпринимательской и иной приносящей доход деятельности, организация сопровождения при содействии занятости инвалидов, организация и проведение специальных мероприятий по профилированию граждан, ищущих работу, безработных граждан и работодателей.</w:t>
            </w:r>
          </w:p>
        </w:tc>
      </w:tr>
      <w:tr>
        <w:trPr>
          <w:trHeight w:val="3178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ГКУ «Отдел социальной защиты населения Климовского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243040, Брянская область, мр-н Климовский, г.п.Климовское, рп. Климово, пл Ленина, д.1, помещ.10</w:t>
              <w:br/>
              <w:t xml:space="preserve">8 (48347) 2-15-34, </w:t>
              <w:br/>
              <w:t>klim.oszn@mail.ru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мер социальной поддержки для семей с детьми (дополнительные выплаты при рождении ребенка, ежегодное пособие к началу учебного года многодетным семьям, областной материнский капитал, дополнительное ежемесячное пособие по уходу за ребенком – инвалидом, денежная компенсация на питание специальными молочными продуктами детского питания детей первого, второго и третьего года жизни, ежемесячная денежная выплата детям в возрасте до 18 лет, страдающим фенилкетонурией, и пр.)</w:t>
              <w:br/>
              <w:t>Оказание материальной помощи гражданам, оказавшимся в трудной жизненной ситуации, предоставление государственной социальной помощи малоимущим гражданам, в том числе на основании социального контракта.</w:t>
            </w:r>
          </w:p>
        </w:tc>
      </w:tr>
      <w:tr>
        <w:trPr>
          <w:trHeight w:val="1913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ГБУ «Комплексный центр социального обслуживания населения Климовского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243040, Брянская область, п. Климово, ул. Коммунистическая, д. 2 </w:t>
              <w:br/>
              <w:t xml:space="preserve">8(48347) 3-19-94 </w:t>
              <w:br/>
              <w:t>Klim.kcson@mail.ru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услуг в форме на дому, в полустационарной, форме, срочных социальных услуг, социального сопровождения гражданам пожилого возраста и инвалидам, в том числе детям – инвалидам.</w:t>
              <w:br/>
              <w:t>Предоставление предметов первой необходимости семьям с новорожденными и детьми в возрасте до 3 лет в прокат.</w:t>
              <w:br/>
            </w:r>
          </w:p>
        </w:tc>
      </w:tr>
      <w:tr>
        <w:trPr>
          <w:trHeight w:val="4108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ГБСУСОН Брянской области «Центр помощи детям, оставшимся без попечения родителей, Климовского района»</w:t>
              <w:br/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243040, Брянская область, Климовский район, р.п. Климово, ул. Новая, д. 7</w:t>
              <w:br/>
              <w:t>8 (48347) 3-18-79</w:t>
              <w:br/>
              <w:t>shk50@ya.ru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услуг в стационарной форме социального обслуживания детям-сиротам и детям, оставшимся без попечения родителей, а также детям, временно помещенным в учреждение,оказавшимся в трудной жизненной ситуации; оказание помощи в восстановлении нарушенных прав детей и представление интересов детей в отношениях с любыми физическими и юридическими лицами, в судах; обеспечение психолого-медико-педагогической реабилитации детей, в том числе оказание логопедической и психологической помощи; обеспечение занятости детей в летний период; организация досуга детей и подростков.</w:t>
              <w:br/>
              <w:t>Консультативные услуги для лиц, желающих усыновить (удочерить) или принять под опеку (попечительство) ребенка, получивших в установленном порядке направление на посещение ребенка, осуществление содействия устройству детей на воспитание в семью.</w:t>
            </w:r>
          </w:p>
        </w:tc>
      </w:tr>
      <w:tr>
        <w:trPr>
          <w:trHeight w:val="4119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Городской округ город Клинцы</w:t>
              <w:br/>
              <w:br/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Государственное казенное учреждение «Центр занятости населения города Клинцы»</w:t>
              <w:br/>
              <w:br/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243140, Брянская область, Клинцовский район, г. Клинцы, ул. Пушкина, д. 5 (48336) 4-04-80, (48336) 4-05-34 </w:t>
              <w:br/>
              <w:t xml:space="preserve">(48336) 4-54-96 </w:t>
              <w:br/>
              <w:t>czn02@rabota-bryanskobl.ru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содействия гражданам в поиске подходящей работы, временного трудоустройства несовершеннолетних граждан в возрасте от 14 до 18 лет в свободное от учебы время, временного трудоустройства безработных граждан, испытывающих трудности в поиске работы, социальная адаптация граждан, ищущих работу, безработных граждан, психологическая поддержка безработных граждан, организация прохождения профессионального обучения, получения дополнительного профессионального образования безработными гражданами, включая прохождение обучения в другой местности, содействие началу осуществления безработными гражданами предпринимательской и иной приносящей доход деятельности, организация сопровождения при содействии занятости инвалидов, организация и проведение специальных мероприятий по профилированию граждан, ищущих работу, безработных граждан и работодателей.</w:t>
            </w:r>
          </w:p>
        </w:tc>
      </w:tr>
      <w:tr>
        <w:trPr>
          <w:trHeight w:val="3178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ГКУ «Отдел социальной защиты населения Клинцовского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243146, Брянская область, г.Клинцы, </w:t>
              <w:br/>
              <w:t xml:space="preserve">пр-кт Ленина, д.47   </w:t>
              <w:br/>
              <w:t xml:space="preserve">8 (48336) 5-70-12    </w:t>
              <w:br/>
              <w:t>Klin.oszn@mail.ru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мер социальной поддержки для семей с детьми (дополнительные выплаты при рождении ребенка, ежегодное пособие к началу учебного года многодетным семьям, областной материнский капитал, дополнительное ежемесячное пособие по уходу за ребенком – инвалидом, денежная компенсация на питание специальными молочными продуктами детского питания детей первого, второго и третьего года жизни, ежемесячная денежная выплата детям в возрасте до 18 лет, страдающим фенилкетонурией, и пр.)</w:t>
              <w:br/>
              <w:t>Оказание материальной помощи гражданам, оказавшимся в трудной жизненной ситуации, предоставление государственной социальной помощи малоимущим гражданам, в том числе на основании социального контракта.</w:t>
            </w:r>
          </w:p>
        </w:tc>
      </w:tr>
      <w:tr>
        <w:trPr>
          <w:trHeight w:val="1597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ГБУ «Комплексный центр социального обслуживания населения г. Клинцы и Клинцовского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243140, Брянская область, г. Клинцы, </w:t>
              <w:br/>
              <w:t xml:space="preserve">ул. Пушкина, 45 </w:t>
              <w:br/>
              <w:t xml:space="preserve">8(48336) 4-03-83 </w:t>
              <w:br/>
              <w:t>klinz.kcson@mail.ru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услуг в форме на дому, в полустационарной форме, срочных социальных услуг, социального сопровождения гражданам пожилого возраста и инвалидам, в том числе детям – инвалидам</w:t>
              <w:br/>
              <w:t>Предоставление предметов первой необходимости семьям с новорожденными и детьми в возрасте до 3 лет в прокат.</w:t>
            </w:r>
          </w:p>
        </w:tc>
      </w:tr>
      <w:tr>
        <w:trPr>
          <w:trHeight w:val="5054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ГБСУСОН «Центр помощи детям, оставшимся без попечения родителей, г. Клинцы»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243140, Брянская область, г. Клинцы, ул. Парижской Коммуны, д. 41, </w:t>
              <w:br/>
              <w:t>8 (48336) 4-11-3</w:t>
              <w:br/>
              <w:t>domreb-klintsy@yandex.ru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услуг в стационарной форме социального обслуживания детям-сиротам и детям, оставшимся без попечения родителей, а также детям, временно помещенным в учреждение,оказавшимся в трудной жизненной ситуации; оказание помощи в восстановлении нарушенных прав детей и представление интересов детей в отношениях с любыми физическими и юридическими лицами, в судах; обеспечение психолого-медико-педагогической реабилитации детей, в том числе оказание логопедической и психологической помощи; обеспечение занятости детей в летний период; организация досуга детей и подростков.</w:t>
              <w:br/>
              <w:t>Консультативные услуги для лиц, желающих усыновить (удочерить) или принять под опеку (попечительство) ребенка, получивших в установленном порядке направление на посещение ребенка, осуществление содействия устройству детей на воспитание в семью.</w:t>
              <w:br/>
              <w:br/>
              <w:t>Пятидневное пребывание в учреждении несовершеннолетних в возрасте от 0 до 6 лет из семей, находящихся в трудной жизненной ситуации.</w:t>
            </w:r>
          </w:p>
        </w:tc>
      </w:tr>
      <w:tr>
        <w:trPr>
          <w:trHeight w:val="2228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Клинцовский муниципальный район</w:t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ГБУСО «Социальный приют для детей и подростков Клинцовского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243101, Брянская обл., Клинцовский район, п. Чемерна, ул. Школьная, д. 11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временного проживания несовершеннолетних, оказавшихся в трудной жизненной ситуации; оказание социальной, психологической и иной помощи несовершеннолетним, их родителям (законным представителям) в ликвидации трудной ситуации (социальный патронаж); обеспечение защиты прав и законных интересов несовершеннолетних; организация медицинского обслуживания и обучения несовершеннолетних, содействие их профессиональной ориентации и получению ими специальности.</w:t>
            </w:r>
          </w:p>
        </w:tc>
      </w:tr>
      <w:tr>
        <w:trPr>
          <w:trHeight w:val="3164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ГКУ Брянской области «Отдел социальной защиты населения Клинцовского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243146, Брянская обл., г.Клинцы,  пр-т Ленина, д.47  8 (48336) 5-70-12  klin.oszn@mail.ru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мер социальной поддержки для семей с детьми (дополнительные выплаты при рождении ребенка, ежегодное пособие к началу учебного года многодетным семьям, областной материнский капитал, дополнительное ежемесячное пособие по уходу за ребенком – инвалидом, денежная компенсация на питание специальными молочными продуктами детского питания детей первого, второго и третьего года жизни, ежемесячная денежная выплата детям в возрасте до 18 лет, страдающим фенилкетонурией, и пр.)  Оказание материальной помощи гражданам, оказавшимся в трудной жизненной ситуации, предоставление государственной социальной помощи малоимущим гражданам, в том числе на основании социального контракта.</w:t>
            </w:r>
          </w:p>
        </w:tc>
      </w:tr>
      <w:tr>
        <w:trPr>
          <w:trHeight w:val="4119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Комаричский муниципальный район</w:t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Государственное казенное учреждение «Центр занятости населения Комаричского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242400, Брянская область, Комаричский район, п. Комаричи, ул.Советская,  д. 24 (48355) 9-19-00 </w:t>
              <w:br/>
              <w:t>czn19@rabota-bryanskobl.ru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содействия гражданам в поиске подходящей работы, временного трудоустройства несовершеннолетних граждан в возрасте от 14 до 18 лет в свободное от учебы время, временного трудоустройства безработных граждан, испытывающих трудности в поиске работы, социальная адаптация граждан, ищущих работу, безработных граждан, психологическая поддержка безработных граждан, организация прохождения профессионального обучения, получения дополнительного профессионального образования безработными гражданами, включая прохождение обучения в другой местности, содействие началу осуществления безработными гражданами предпринимательской и иной приносящей доход деятельности, организация сопровождения при содействии занятости инвалидов, организация и проведение специальных мероприятий по профилированию граждан, ищущих работу, безработных граждан и работодателей.</w:t>
            </w:r>
          </w:p>
        </w:tc>
      </w:tr>
      <w:tr>
        <w:trPr>
          <w:trHeight w:val="3178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ГКУ «Отдел социальной защиты населения Комаричского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242400, Брянская область, п. Комаричи, ул. Советская, д.19</w:t>
              <w:br/>
              <w:t xml:space="preserve">8(48355) 9-13-35   </w:t>
              <w:br/>
              <w:t>Kom.oszn@mail.ru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мер социальной поддержки для семей с детьми (дополнительные выплаты при рождении ребенка, ежегодное пособие к началу учебного года многодетным семьям, областной материнский капитал, дополнительное ежемесячное пособие по уходу за ребенком – инвалидом, денежная компенсация на питание специальными молочными продуктами детского питания детей первого, второго и третьего года жизни, ежемесячная денежная выплата детям в возрасте до 18 лет, страдающим фенилкетонурией, и пр.)</w:t>
              <w:br/>
              <w:t>Оказание материальной помощи гражданам, оказавшимся в трудной жизненной ситуации, предоставление государственной социальной помощи малоимущим гражданам, в том числе на основании социального контракта.</w:t>
            </w:r>
          </w:p>
        </w:tc>
      </w:tr>
      <w:tr>
        <w:trPr>
          <w:trHeight w:val="1281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ГБУ «Комплексный центр социального обслуживания населения Комаричского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242400, Брянская область, п. Комаричи, ул. Пролетарская, 11-а </w:t>
              <w:br/>
              <w:t xml:space="preserve">8(48355) 9-13-14 </w:t>
              <w:br/>
              <w:t>Kom.kcson@mail.ru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услуг в форме на дому, срочных социальных услуг, социального сопровождения гражданам пожилого возраста и инвалидам</w:t>
              <w:br/>
              <w:t>Предоставление предметов первой необходимости семьям с новорожденными и детьми в возрасте до 3 лет в прокат.</w:t>
            </w:r>
          </w:p>
        </w:tc>
      </w:tr>
      <w:tr>
        <w:trPr>
          <w:trHeight w:val="4119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Красногорский муниципальный район</w:t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Государственное казенное учреждение «Центр занятости населения Красногорского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243160, Брянская область, Красногорский район, пгт. Красная Гора, ул. Советская, д.14 </w:t>
              <w:br/>
              <w:t>8(48346) 9-15-44, 8(48346) 9-67-30 czn20@rabota-bryanskobl.ru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содействия гражданам в поиске подходящей работы, временного трудоустройства несовершеннолетних граждан в возрасте от 14 до 18 лет в свободное от учебы время, временного трудоустройства безработных граждан, испытывающих трудности в поиске работы, социальная адаптация граждан, ищущих работу, безработных граждан, психологическая поддержка безработных граждан, организация прохождения профессионального обучения, получения дополнительного профессионального образования безработными гражданами, включая прохождение обучения в другой местности, содействие началу осуществления безработными гражданами предпринимательской и иной приносящей доход деятельности, организация сопровождения при содействии занятости инвалидов, организация и проведение специальных мероприятий по профилированию граждан, ищущих работу, безработных граждан и работодателей.</w:t>
            </w:r>
          </w:p>
        </w:tc>
      </w:tr>
      <w:tr>
        <w:trPr>
          <w:trHeight w:val="3178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ГКУ «Отдел социальной защиты населения Красногорского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243160, Брянская область, пгт. Красная Гора, ул.Советская, д.14</w:t>
              <w:br/>
              <w:t xml:space="preserve">8 (48346) 9-11-97 </w:t>
              <w:br/>
              <w:t>Krgor.oszn@mail.ru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мер социальной поддержки для семей с детьми (дополнительные выплаты при рождении ребенка, ежегодное пособие к началу учебного года многодетным семьям, областной материнский капитал, дополнительное ежемесячное пособие по уходу за ребенком – инвалидом, денежная компенсация на питание специальными молочными продуктами детского питания детей первого, второго и третьего года жизни, ежемесячная денежная выплата детям в возрасте до 18 лет, страдающим фенилкетонурией, и пр.)</w:t>
              <w:br/>
              <w:t>Оказание материальной помощи гражданам, оказавшимся в трудной жизненной ситуации, предоставление государственной социальной помощи малоимущим гражданам, в том числе на основании социального контракта.</w:t>
            </w:r>
          </w:p>
        </w:tc>
      </w:tr>
      <w:tr>
        <w:trPr>
          <w:trHeight w:val="1597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ГБУ «Комплексный центр социального обслуживания населения Красногорского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243160, Брянская область, п. Красная Гора, ул. Советская, 14 </w:t>
              <w:br/>
              <w:t>8(48346) 9-66-04</w:t>
              <w:br/>
              <w:t xml:space="preserve"> Krgor.kcson@mail.ru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услуг в форме на дому, в полустационарной, стационарной формах, срочных социальных услуг, социального сопровождения гражданам пожилого возраста и инвалидам, в том числе детям – инвалидам.</w:t>
              <w:br/>
              <w:t>Предоставление предметов первой необходимости семьям с новорожденными и детьми в возрасте до 3 лет в прокат.</w:t>
            </w:r>
          </w:p>
        </w:tc>
      </w:tr>
      <w:tr>
        <w:trPr>
          <w:trHeight w:val="4119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Мглинский муниципальный район</w:t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Государственное казенное учреждение «Центр занятости населения Мглинского района"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243220, Брянская область, Мглинский район, г. Мглин, пл. Советская, д.2</w:t>
              <w:br/>
              <w:t xml:space="preserve">8(48339) 2-16-44 </w:t>
              <w:br/>
              <w:t>Czn21@rabota-bryanskobl.ru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содействия гражданам в поиске подходящей работы, временного трудоустройства несовершеннолетних граждан в возрасте от 14 до 18 лет в свободное от учебы время, временного трудоустройства безработных граждан, испытывающих трудности в поиске работы, социальная адаптация граждан, ищущих работу, безработных граждан, психологическая поддержка безработных граждан, организация прохождения профессионального обучения, получения дополнительного профессионального образования безработными гражданами, включая прохождение обучения в другой местности, содействие началу осуществления безработными гражданами предпринимательской и иной приносящей доход деятельности, организация сопровождения при содействии занятости инвалидов, организация и проведение специальных мероприятий по профилированию граждан, ищущих работу, безработных граждан и работодателей.</w:t>
            </w:r>
          </w:p>
        </w:tc>
      </w:tr>
      <w:tr>
        <w:trPr>
          <w:trHeight w:val="3178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ГКУ «Отдел социальной защиты населения Мглинского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243220 г. Мглин, Брянской области, пл. Советская 6 "а"    </w:t>
              <w:br/>
              <w:t xml:space="preserve">8(48339)2-23-00, </w:t>
              <w:br/>
              <w:t>MGL.OSZN@MAIL.RU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мер социальной поддержки для семей с детьми (дополнительные выплаты при рождении ребенка, ежегодное пособие к началу учебного года многодетным семьям, областной материнский капитал, дополнительное ежемесячное пособие по уходу за ребенком – инвалидом, денежная компенсация на питание специальными молочными продуктами детского питания детей первого, второго и третьего года жизни, ежемесячная денежная выплата детям в возрасте до 18 лет, страдающим фенилкетонурией, и пр.)</w:t>
              <w:br/>
              <w:t>Оказание материальной помощи гражданам, оказавшимся в трудной жизненной ситуации, предоставление государственной социальной помощи малоимущим гражданам, в том числе на основании социального контракта.</w:t>
            </w:r>
          </w:p>
        </w:tc>
      </w:tr>
      <w:tr>
        <w:trPr>
          <w:trHeight w:val="1281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ГБУ «Комплексный центр социального обслуживания населения Мглинского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243220, Брянская область, г. Мглин, пл. Советская, 6-а </w:t>
              <w:br/>
              <w:t xml:space="preserve">8(48339) 2-18-83 </w:t>
              <w:br/>
              <w:t>Mgl.kcson@mail.ru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услуг в форме на дому, срочных социальных услуг, социального сопровождения гражданам пожилого возраста и инвалидам.</w:t>
              <w:br/>
              <w:t>Предоставление предметов первой необходимости семьям с новорожденными и детьми в возрасте до 3 лет в прокат.</w:t>
            </w:r>
          </w:p>
        </w:tc>
      </w:tr>
      <w:tr>
        <w:trPr>
          <w:trHeight w:val="4119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Навлинский муниципальный район</w:t>
              <w:br/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Государственное казенное учреждение «Центр занятости населения Навлинского района»</w:t>
              <w:br/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242130, Брянская область, Навлинский район, п.Навля, ул. Р.Люксембург, д.15 (48342) 2-14-96, (48342) 2-22-87 czn22@rabota-bryanskobl.ru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содействия гражданам в поиске подходящей работы, временного трудоустройства несовершеннолетних граждан в возрасте от 14 до 18 лет в свободное от учебы время, временного трудоустройства безработных граждан, испытывающих трудности в поиске работы, социальная адаптация граждан, ищущих работу, безработных граждан, психологическая поддержка безработных граждан, организация прохождения профессионального обучения, получения дополнительного профессионального образования безработными гражданами, включая прохождение обучения в другой местности, содействие началу осуществления безработными гражданами предпринимательской и иной приносящей доход деятельности, организация сопровождения при содействии занятости инвалидов, организация и проведение специальных мероприятий по профилированию граждан, ищущих работу, безработных граждан и работодателей.</w:t>
            </w:r>
          </w:p>
        </w:tc>
      </w:tr>
      <w:tr>
        <w:trPr>
          <w:trHeight w:val="3476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ГКУ «Отдел социальной защиты населения Навлинского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242130, Брянская область, м.р-н Навлинский, г.п. Навлинское, рп Навля, ул.Ленина, д. 53А   </w:t>
              <w:br/>
              <w:t xml:space="preserve">8 (48342) 2-22-30     </w:t>
              <w:br/>
              <w:t>Navl.oszn@mail.ru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Предоставляются меры социальной поддержки для семей с детьми (дополнительные выплаты при рождении ребенка, ежегодное пособие к началу учебного года многодетным семьям, областной материнский капитал, дополнительное ежемесячное пособие по уходу за ребенком – инвалидом, денежная компенсация на питание специальными молочными продуктами детского питания детей первого, второго и третьего года жизни, ежемесячная денежная выплата детям в возрасте до 18 лет, страдающим фенилкетонурией, и пр.)</w:t>
              <w:br/>
              <w:t>Оказание материальной помощи гражданам, оказавшимся в трудной жизненной ситуации, предоставление государственной социальной помощи малоимущим гражданам, в том числе на основании социального контракта.</w:t>
            </w:r>
          </w:p>
        </w:tc>
      </w:tr>
      <w:tr>
        <w:trPr>
          <w:trHeight w:val="1597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ГБУ «Комплексный центр социального обслуживания населения Навлинского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242130, Брянская область, п. Навля, ул. Красных Партизан, 18/2 </w:t>
              <w:br/>
              <w:t xml:space="preserve">8(48342) 2-49-38 </w:t>
              <w:br/>
              <w:t>Navl.kcson@mail.ru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услуг в форме на дому, в полустационарной форме, срочных социальных услуг, социального сопровождения гражданам пожилого возраста и инвалидам, в том числе детям – инвалидам.</w:t>
              <w:br/>
              <w:t>Предоставление предметов первой необходимости семьям с новорожденными и детьми в возрасте до 3 лет в прокат.</w:t>
            </w:r>
          </w:p>
        </w:tc>
      </w:tr>
      <w:tr>
        <w:trPr>
          <w:trHeight w:val="4119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Новозыбковский городской округ</w:t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Государственное казенное учреждение «Центр занятости населения города Новозыбков»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243020, Брянская область, г. Новозыбков, ул. Коммунистическая, д. 33 </w:t>
              <w:br/>
              <w:t xml:space="preserve">(48343) 5-18-55 </w:t>
              <w:br/>
              <w:t>Czn03@rabota-bryanskobl.ru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содействия гражданам в поиске подходящей работы, временного трудоустройства несовершеннолетних граждан в возрасте от 14 до 18 лет в свободное от учебы время, временного трудоустройства безработных граждан, испытывающих трудности в поиске работы, социальная адаптация граждан, ищущих работу, безработных граждан, психологическая поддержка безработных граждан, организация прохождения профессионального обучения, получения дополнительного профессионального образования безработными гражданами, включая прохождение обучения в другой местности, содействие началу осуществления безработными гражданами предпринимательской и иной приносящей доход деятельности, организация сопровождения при содействии занятости инвалидов, организация и проведение специальных мероприятий по профилированию граждан, ищущих работу, безработных граждан и работодателей.</w:t>
            </w:r>
          </w:p>
        </w:tc>
      </w:tr>
      <w:tr>
        <w:trPr>
          <w:trHeight w:val="3178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ГКУ «Отдел социальной защиты населения г. Новозыбкова»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243020, Брянская область, г. Новозыбков, ул. Вокзальная, д.24а, помещ. 1   </w:t>
              <w:br/>
              <w:t xml:space="preserve"> 8 (48343) 5-39-10 </w:t>
              <w:br/>
              <w:t>Novoz.oszn@mail.ru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мер социальной поддержки для семей с детьми (дополнительные выплаты при рождении ребенка, ежегодное пособие к началу учебного года многодетным семьям, областной материнский капитал, дополнительное ежемесячное пособие по уходу за ребенком – инвалидом, денежная компенсация на питание специальными молочными продуктами детского питания детей первого, второго и третьего года жизни, ежемесячная денежная выплата детям в возрасте до 18 лет, страдающим фенилкетонурией, и пр.)</w:t>
              <w:br/>
              <w:t>Оказание материальной помощи гражданам, оказавшимся в трудной жизненной ситуации, предоставление государственной социальной помощи малоимущим гражданам, в том числе на основании социального контракта.</w:t>
            </w:r>
          </w:p>
        </w:tc>
      </w:tr>
      <w:tr>
        <w:trPr>
          <w:trHeight w:val="2228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ГБУСО «Социальный приют для детей и подростков г. Новозыбкова»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243020, Брянская обл., г. Новозыбков ул. Интернациональная д.74-Б</w:t>
              <w:br/>
              <w:t>8 (48343) 5-49-36</w:t>
              <w:br/>
              <w:t>novoz.pr@mail.ru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временного проживания несовершеннолетних, оказавшихся в трудной жизненной ситуации; оказание социальной, психологической и иной помощи несовершеннолетним, их родителям (законным представителям) в ликвидации трудной ситуации (социальный патронаж); обеспечение защиты прав и законных интересов несовершеннолетних; организация медицинского обслуживания и обучения несовершеннолетних, содействие их профессиональной ориентации и получению ими специальности.</w:t>
            </w:r>
          </w:p>
        </w:tc>
      </w:tr>
      <w:tr>
        <w:trPr>
          <w:trHeight w:val="1597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ГБУ «Комплексный центр социального обслуживания населения Новозыбковского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243020, Брянская область, г. Новозыбков, ул.Советская, 23 </w:t>
              <w:br/>
              <w:t xml:space="preserve">8(48343) 5-09-44 </w:t>
              <w:br/>
              <w:t>Novoz.kcson@mail.ru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услуг в форме на дому, в полустационарной форме, срочных социальных услуг, социального сопровождения гражданам пожилого возраста и инвалидам, в том числе детям – инвалидам.</w:t>
              <w:br/>
              <w:t>Предоставление предметов первой необходимости семьям с новорожденными и детьми в возрасте до 3 лет в прокат.</w:t>
            </w:r>
          </w:p>
        </w:tc>
      </w:tr>
      <w:tr>
        <w:trPr>
          <w:trHeight w:val="4119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Погарский муниципальный район</w:t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Государственное казенное учреждение «Центр занятости населения Погарского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243550 Брянская область, Погарский район, пгт. Погар, ул.Октябрьская, дом 9 (48349) 2-19-80 </w:t>
              <w:br/>
              <w:t>czn23@rabota-bryanskobl.ru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содействия гражданам в поиске подходящей работы, временного трудоустройства несовершеннолетних граждан в возрасте от 14 до 18 лет в свободное от учебы время, временного трудоустройства безработных граждан, испытывающих трудности в поиске работы, социальная адаптация граждан, ищущих работу, безработных граждан, психологическая поддержка безработных граждан, организация прохождения профессионального обучения, получения дополнительного профессионального образования безработными гражданами, включая прохождение обучения в другой местности, содействие началу осуществления безработными гражданами предпринимательской и иной приносящей доход деятельности, организация сопровождения при содействии занятости инвалидов, организация и проведение специальных мероприятий по профилированию граждан, ищущих работу, безработных граждан и работодателей.</w:t>
            </w:r>
          </w:p>
        </w:tc>
      </w:tr>
      <w:tr>
        <w:trPr>
          <w:trHeight w:val="3178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ГКУ «Отдел социальной защиты населения Погарского района»</w:t>
              <w:br/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243550, Брянская область, пгт. Погар, ул. Октябрьская, д.41А, помещение 2</w:t>
              <w:br/>
              <w:t xml:space="preserve">8 (48349) 2-37-04    </w:t>
              <w:br/>
              <w:t>Pog.oszn@mail.ru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мер социальной поддержки для семей с детьми (дополнительные выплаты при рождении ребенка, ежегодное пособие к началу учебного года многодетным семьям, областной материнский капитал, дополнительное ежемесячное пособие по уходу за ребенком – инвалидом, денежная компенсация на питание специальными молочными продуктами детского питания детей первого, второго и третьего года жизни, ежемесячная денежная выплата детям в возрасте до 18 лет, страдающим фенилкетонурией, и пр.)</w:t>
              <w:br/>
              <w:t>Оказание материальной помощи гражданам, оказавшимся в трудной жизненной ситуации, предоставление государственной социальной помощи малоимущим гражданам, в том числе на основании социального контракта.</w:t>
            </w:r>
          </w:p>
        </w:tc>
      </w:tr>
      <w:tr>
        <w:trPr>
          <w:trHeight w:val="2228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ГБУСО «Социальный приют для детей и подростков Погарского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243550 Брянская область пгт. Погар, ул. Строительная д.13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временного проживания несовершеннолетних, оказавшихся в трудной жизненной ситуации; оказание социальной, психологической и иной помощи несовершеннолетним, их родителям (законным представителям) в ликвидации трудной ситуации (социальный патронаж); обеспечение защиты прав и законных интересов несовершеннолетних; организация медицинского обслуживания и обучения несовершеннолетних, содействие их профессиональной ориентации и получению ими специальности.</w:t>
            </w:r>
          </w:p>
        </w:tc>
      </w:tr>
      <w:tr>
        <w:trPr>
          <w:trHeight w:val="1281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ГБУ «Комплексный центр социального обслуживания населения Погарского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243550, Брянская область, п. Погар, ул. Октябрьская, 41-а </w:t>
              <w:br/>
              <w:t>8 (48349) 2-17-31</w:t>
              <w:br/>
              <w:t xml:space="preserve"> Pog.kcson@mail.ru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услуг в форме на дому, срочных социальных услуг, социального сопровождения гражданам пожилого возраста и инвалидам.</w:t>
              <w:br/>
              <w:t>Предоставление предметов первой необходимости семьям с новорожденными и детьми в возрасте до 3 лет в прокат.</w:t>
            </w:r>
          </w:p>
        </w:tc>
      </w:tr>
      <w:tr>
        <w:trPr>
          <w:trHeight w:val="4119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Почепский муниципальный район</w:t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Государственное казенное учреждение «Центр занятости населения Почепского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243400, Брянская область, г. Почеп, пер. Октябрьский, д. 6-е </w:t>
              <w:br/>
              <w:t>(48345) 3-15-65</w:t>
              <w:br/>
              <w:t xml:space="preserve"> Czn24@rabota-bryanskobl.ru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содействия гражданам в поиске подходящей работы, временного трудоустройства несовершеннолетних граждан в возрасте от 14 до 18 лет в свободное от учебы время, временного трудоустройства безработных граждан, испытывающих трудности в поиске работы, социальная адаптация граждан, ищущих работу, безработных граждан, психологическая поддержка безработных граждан, организация прохождения профессионального обучения, получения дополнительного профессионального образования безработными гражданами, включая прохождение обучения в другой местности, содействие началу осуществления безработными гражданами предпринимательской и иной приносящей доход деятельности, организация сопровождения при содействии занятости инвалидов, организация и проведение специальных мероприятий по профилированию граждан, ищущих работу, безработных граждан и работодателей.</w:t>
            </w:r>
          </w:p>
        </w:tc>
      </w:tr>
      <w:tr>
        <w:trPr>
          <w:trHeight w:val="3178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ГКУ «Отдел социальной защиты населения Почепского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243400, Брянская область, р-н Почепский, г. Почеп, ул. Хаботько , д.7                 </w:t>
              <w:br/>
              <w:t xml:space="preserve">8 (48345) 3-06-71   </w:t>
              <w:br/>
              <w:t xml:space="preserve"> Poch.oszn@mail.ru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мер социальной поддержки для семей с детьми (дополнительные выплаты при рождении ребенка, ежегодное пособие к началу учебного года многодетным семьям, областной материнский капитал, дополнительное ежемесячное пособие по уходу за ребенком – инвалидом, денежная компенсация на питание специальными молочными продуктами детского питания детей первого, второго и третьего года жизни, ежемесячная денежная выплата детям в возрасте до 18 лет, страдающим фенилкетонурией, и пр.)</w:t>
              <w:br/>
              <w:t>Оказание материальной помощи гражданам, оказавшимся в трудной жизненной ситуации, предоставление государственной социальной помощи малоимущим гражданам, в том числе на основании социального контракта.</w:t>
            </w:r>
          </w:p>
        </w:tc>
      </w:tr>
      <w:tr>
        <w:trPr>
          <w:trHeight w:val="4421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ГБУСО «Центр социальной помощи семье и детям Почепского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2443445, Брянская область, Почепский район, с.Витовка, ул. Почепская, д. 94Б </w:t>
              <w:br/>
              <w:t xml:space="preserve">8(4835)3-19-74 </w:t>
              <w:br/>
              <w:t>poch.rc@mail.ru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услуг.</w:t>
              <w:br/>
              <w:t>-социально-правовые услуги:</w:t>
              <w:br/>
              <w:t>- оказание вещевой, продуктовой, канцелярской помощи,</w:t>
              <w:br/>
              <w:t>- обследование жилищно-бытовых условий семей с целью оказания различных видов помощи,</w:t>
              <w:br/>
              <w:t>-социальное сопровождение семей,</w:t>
              <w:br/>
              <w:t>- выдача новогодних подарков детям участников СВО, малоимущим.</w:t>
              <w:br/>
              <w:t>Обеспечение временного проживания несовершеннолетних, оказавшихся в трудной жизненной ситуации; оказание социальной, психологической и иной помощи несовершеннолетним, их родителям (законным представителям) в ликвидации трудной ситуации (социальный патронаж); обеспечение защиты прав и законных интересов несовершеннолетних; организация медицинского обслуживания и обучения несовершеннолетних, содействие их профессиональной ориентации и получению ими специальности.</w:t>
            </w:r>
          </w:p>
        </w:tc>
      </w:tr>
      <w:tr>
        <w:trPr>
          <w:trHeight w:val="1281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ГБУ «Комплексный центр социального обслуживания населения Почепского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243400, Брянская область, г.Почеп, 1-ый Октябрьский проезд, 2 </w:t>
              <w:br/>
              <w:t xml:space="preserve">8(48345) 3-01-37 </w:t>
              <w:br/>
              <w:t>Poch.kcson@mail.ru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услуг в форме на дому, срочных социальных услуг, социального сопровождения гражданам пожилого возраста и инвалидам.</w:t>
              <w:br/>
              <w:t>Предоставление предметов первой необходимости семьям с новорожденными и детьми в возрасте до 3 лет в прокат.</w:t>
            </w:r>
          </w:p>
        </w:tc>
      </w:tr>
      <w:tr>
        <w:trPr>
          <w:trHeight w:val="4104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Севский муниципальный район</w:t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Государственное казенное учреждение «Центр занятости населения Севского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2424400, Брянская область,  г. Севск, ул. Ленина, д. 10 </w:t>
              <w:br/>
              <w:t xml:space="preserve">(48356) 9- 70-89 </w:t>
              <w:br/>
              <w:t>czn26@rabota-bryanskobl.ru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содействия гражданам в поиске подходящей работы, временного трудоустройства несовершеннолетних граждан в возрасте от 14 до 18 лет в свободное от учебы время, временного трудоустройства безработных граждан, испытывающих трудности в поиске работы, социальная адаптация граждан, ищущих работу, безработных граждан, психологическая поддержка безработных граждан, организация прохождения профессионального обучения, получения дополнительного профессионального образования безработными гражданами, включая прохождение обучения в другой местности, содействие началу осуществления безработными гражданами предпринимательской и иной приносящей доход деятельности, организация сопровождения при содействии занятости инвалидов, организация и проведение специальных мероприятий по профилированию граждан, ищущих работу, безработных граждан и работодателей.</w:t>
            </w:r>
          </w:p>
        </w:tc>
      </w:tr>
      <w:tr>
        <w:trPr>
          <w:trHeight w:val="3164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ГКУ «Отдел социальной защиты населения Севского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242440,  Брянская область, Севкий район, Севское городское поселение, город Севск, улица Ленина, дом 10, </w:t>
              <w:br/>
              <w:t>Помещение 1</w:t>
              <w:br/>
              <w:t xml:space="preserve">8 (48356) 9-17-19  </w:t>
              <w:br/>
              <w:t>sev.oszn@mail.ru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мер социальной поддержки для семей с детьми (дополнительные выплаты при рождении ребенка, ежегодное пособие к началу учебного года многодетным семьям, областной материнский капитал, дополнительное ежемесячное пособие по уходу за ребенком – инвалидом, денежная компенсация на питание специальными молочными продуктами детского питания детей первого, второго и третьего года жизни, ежемесячная денежная выплата детям в возрасте до 18 лет, страдающим фенилкетонурией, и пр.)</w:t>
              <w:br/>
              <w:t>Оказание материальной помощи гражданам, оказавшимся в трудной жизненной ситуации, предоставление государственной социальной помощи малоимущим гражданам, в том числе на основании социального контракта.</w:t>
            </w:r>
          </w:p>
        </w:tc>
      </w:tr>
      <w:tr>
        <w:trPr>
          <w:trHeight w:val="1281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ГБУ «Комплексный центр социального обслуживания населения Севского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242440, Брянская область, г. Севск, ул. Ленина, 51 </w:t>
              <w:br/>
              <w:t xml:space="preserve">8(48356) 9-70-97 </w:t>
              <w:br/>
              <w:t>Sev.kcson@mail.ru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услуг в форме на дому, срочных социальных услуг, социального сопровождения гражданам пожилого возраста и инвалидам.</w:t>
              <w:br/>
              <w:t>Предоставление предметов первой необходимости семьям с новорожденными и детьми в возрасте до 3 лет в прокат.</w:t>
            </w:r>
          </w:p>
        </w:tc>
      </w:tr>
      <w:tr>
        <w:trPr>
          <w:trHeight w:val="4119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</w:t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Сельцовский городской округ</w:t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Государственное казенное учреждение «Центр занятости населения города Сельцо»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241550, Брянская область,  г. Сельцо, ул. Мейпариани, д. 15-а, </w:t>
              <w:br/>
              <w:t>(4832) 97-47-15</w:t>
              <w:br/>
              <w:t xml:space="preserve"> czn27@rabota-bryanskobl.ru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содействия гражданам в поиске подходящей работы, временного трудоустройства несовершеннолетних граждан в возрасте от 14 до 18 лет в свободное от учебы время, временного трудоустройства безработных граждан, испытывающих трудности в поиске работы, социальная адаптация граждан, ищущих работу, безработных граждан, психологическая поддержка безработных граждан, организация прохождения профессионального обучения, получения дополнительного профессионального образования безработными гражданами, включая прохождение обучения в другой местности, содействие началу осуществления безработными гражданами предпринимательской и иной приносящей доход деятельности, организация сопровождения при содействии занятости инвалидов, организация и проведение специальных мероприятий по профилированию граждан, ищущих работу, безработных граждан и работодателей.</w:t>
            </w:r>
          </w:p>
        </w:tc>
      </w:tr>
      <w:tr>
        <w:trPr>
          <w:trHeight w:val="3171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ГБУСО «Социальный приют для детей и подростков им. В.А. Козыревой г. Сельцо»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241550, Брянская обл., </w:t>
              <w:br/>
              <w:t>г. Сельцо, ул. Куйбышева, д.26</w:t>
              <w:br/>
              <w:t>8 (4832) 97-54-79</w:t>
              <w:br/>
              <w:t>sel.pr@mail.ru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временного проживания несовершеннолетних, оказавшихся в трудной жизненной ситуации; оказание социальной, психологической и иной помощи несовершеннолетним, их родителям (законным представителям) в ликвидации трудной ситуации (социальный патронаж); обеспечение защиты прав и законных интересов несовершеннолетних; организация медицинского обслуживания и обучения несовершеннолетних, содействие их профессиональной ориентации и получению ими специальности.</w:t>
              <w:br/>
              <w:t>Оказание социальных услуг несовершеннолетним, оказавшимся в трудной жизненной ситуации, в полустационарной форме социального обслуживания в отделении дневного пребывания.</w:t>
            </w:r>
          </w:p>
        </w:tc>
      </w:tr>
      <w:tr>
        <w:trPr>
          <w:trHeight w:val="1597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ГБУ «Комплексный центр социального обслуживания населения г. Сельцо»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241550, Брянская область, г. Сельцо, ул. Куйбышева, 19-а </w:t>
              <w:br/>
              <w:t>8(4832) 97-12-31</w:t>
              <w:br/>
              <w:t xml:space="preserve"> Sel.kcson@mail.ru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услуг в форме на дому, в полустационарной форме, срочных социальных услуг, социального сопровождения гражданам пожилого возраста и инвалидам, в том числе детям – инвалидам.</w:t>
              <w:br/>
              <w:t>Предоставление предметов первой необходимости семьям с новорожденными и детьми в возрасте до 3 лет в прокат.</w:t>
            </w:r>
          </w:p>
        </w:tc>
      </w:tr>
      <w:tr>
        <w:trPr>
          <w:trHeight w:val="3164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ГКУ Брянской области «Отдел социальной защиты населения г. Сельцо»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241550, Брянская область, г. Сельцо,           ул. 60 Лет Октября, д. 18                                           8 (4832) 32-07-93                  sel.oszn@mail.ru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мер социальной поддержки для семей с детьми (дополнительные выплаты при рождении ребенка, ежегодное пособие к началу учебного года многодетным семьям, областной материнский капитал, дополнительное ежемесячное пособие по уходу за ребенком – инвалидом, денежная компенсация на питание специальными молочными продуктами детского питания детей первого, второго и третьего года жизни, ежемесячная денежная выплата детям в возрасте до 18 лет, страдающим фенилкетонурией, и пр.)  Оказание материальной помощи гражданам, оказавшимся в трудной жизненной ситуации, предоставление государственной социальной помощи малоимущим гражданам, в том числе на основании социального контракта.</w:t>
            </w:r>
          </w:p>
        </w:tc>
      </w:tr>
      <w:tr>
        <w:trPr>
          <w:trHeight w:val="4119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</w:t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Стародубский муниципальный округ</w:t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Государственное казенное учреждение «Центр занятости населения Стародубского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242300, Брянская область, г. Стародуб, ул. Воровского, д. 6 </w:t>
              <w:br/>
              <w:t xml:space="preserve">8(48348) 2-46-40 </w:t>
              <w:br/>
              <w:t>Czn28@rabota-bryanskobl.ru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содействия гражданам в поиске подходящей работы, временного трудоустройства несовершеннолетних граждан в возрасте от 14 до 18 лет в свободное от учебы время, временного трудоустройства безработных граждан, испытывающих трудности в поиске работы, социальная адаптация граждан, ищущих работу, безработных граждан, психологическая поддержка безработных граждан, организация прохождения профессионального обучения, получения дополнительного профессионального образования безработными гражданами, включая прохождение обучения в другой местности, содействие началу осуществления безработными гражданами предпринимательской и иной приносящей доход деятельности, организация сопровождения при содействии занятости инвалидов, организация и проведение специальных мероприятий по профилированию граждан, ищущих работу, безработных граждан и работодателей.</w:t>
            </w:r>
          </w:p>
        </w:tc>
      </w:tr>
      <w:tr>
        <w:trPr>
          <w:trHeight w:val="3178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ГКУ Брянской области «Отдел социальной защиты Стародубского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243240, Брянская область,   г. Стародуб, ул. Евсеевская, д.10А, стр.1  </w:t>
              <w:br/>
              <w:t>8(48348) 2-45-58</w:t>
              <w:br/>
              <w:t>star.oszn@mail.ru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мер социальной поддержки для семей с детьми (дополнительные выплаты при рождении ребенка, ежегодное пособие к началу учебного года многодетным семьям, областной материнский капитал, дополнительное ежемесячное пособие по уходу за ребенком – инвалидом, денежная компенсация на питание специальными молочными продуктами детского питания детей первого, второго и третьего года жизни, ежемесячная денежная выплата детям в возрасте до 18 лет, страдающим фенилкетонурией, и пр.)</w:t>
              <w:br/>
              <w:t>Оказание материальной помощи гражданам, оказавшимся в трудной жизненной ситуации, предоставление государственной социальной помощи малоимущим гражданам, в том числе на основании социального контракта.</w:t>
            </w:r>
          </w:p>
        </w:tc>
      </w:tr>
      <w:tr>
        <w:trPr>
          <w:trHeight w:val="1913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ГБУ «Комплексный центр социального обслуживания населения Стародубского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243240, Брянская область, г. Стародуб,  ул. Ленина, 66 </w:t>
              <w:br/>
              <w:t xml:space="preserve">8(48348) 2-19-47 </w:t>
              <w:br/>
              <w:t>Star.kcson@mail.ru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услуг в форме на дому, в полустационарной, стационарной  формах, срочных социальных услуг, социального сопровождения гражданам пожилого возраста и инвалидам, в том числе детям – инвалидам.</w:t>
              <w:br/>
              <w:t>Предоставление предметов первой необходимости семьям с новорожденными и детьми в возрасте до 3 лет в прокат.</w:t>
              <w:br/>
            </w:r>
          </w:p>
        </w:tc>
      </w:tr>
      <w:tr>
        <w:trPr>
          <w:trHeight w:val="4119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</w:t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Суземский муниципальный район</w:t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Государственное казенное учреждение «Центр занятости населения Суземского 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242190,Брянская область, Суземский район, п. Суземка, пл. Ленина, д. 4</w:t>
              <w:br/>
              <w:t xml:space="preserve"> (48353) 2-15-02 </w:t>
              <w:br/>
              <w:t>Czn29@rabota-bryanskobl.ru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содействия гражданам в поиске подходящей работы, временного трудоустройства несовершеннолетних граждан в возрасте от 14 до 18 лет в свободное от учебы время, временного трудоустройства безработных граждан, испытывающих трудности в поиске работы, социальная адаптация граждан, ищущих работу, безработных граждан, психологическая поддержка безработных граждан, организация прохождения профессионального обучения, получения дополнительного профессионального образования безработными гражданами, включая прохождение обучения в другой местности, содействие началу осуществления безработными гражданами предпринимательской и иной приносящей доход деятельности, организация сопровождения при содействии занятости инвалидов, организация и проведение специальных мероприятий по профилированию граждан, ищущих работу, безработных граждан и работодателей.</w:t>
            </w:r>
          </w:p>
        </w:tc>
      </w:tr>
      <w:tr>
        <w:trPr>
          <w:trHeight w:val="3178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ГКУ Брянской области «Отдел социальной защиты населения Суземского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242190, Брянская область, Мр-н.Суземский, г.п.Суземское, п.Суземка ул.Первомайская, д.17а</w:t>
              <w:br/>
              <w:t xml:space="preserve"> 8 (48353) 2-33-35    </w:t>
              <w:br/>
              <w:t>Suz.oszn@mail.ru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мер социальной поддержки для семей с детьми (дополнительные выплаты при рождении ребенка, ежегодное пособие к началу учебного года многодетным семьям, областной материнский капитал, дополнительное ежемесячное пособие по уходу за ребенком – инвалидом, денежная компенсация на питание специальными молочными продуктами детского питания детей первого, второго и третьего года жизни, ежемесячная денежная выплата детям в возрасте до 18 лет, страдающим фенилкетонурией, и пр.)</w:t>
              <w:br/>
              <w:t>Оказание материальной помощи гражданам, оказавшимся в трудной жизненной ситуации, предоставление государственной социальной помощи малоимущим гражданам, в том числе на основании социального контракта.</w:t>
            </w:r>
          </w:p>
        </w:tc>
      </w:tr>
      <w:tr>
        <w:trPr>
          <w:trHeight w:val="1281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ГБУ «Комплексный центр социального обслуживания населения Суземского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242190, Брянская область, п. Суземка, ул. Некрасова, 5 </w:t>
              <w:br/>
              <w:t>8(48353) 2-13-42</w:t>
              <w:br/>
              <w:t xml:space="preserve"> Suzkcson@mail.ru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услуг в форме на дому, срочных социальных услуг, социального сопровождения гражданам пожилого возраста и инвалидам.</w:t>
              <w:br/>
              <w:t>Предоставление предметов первой необходимости семьям с новорожденными и детьми в возрасте до 3 лет в прокат.</w:t>
            </w:r>
          </w:p>
        </w:tc>
      </w:tr>
      <w:tr>
        <w:trPr>
          <w:trHeight w:val="4119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</w:t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Суражский муниципальный район</w:t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Государственное казенное учреждение «Центр занятости населения Суражского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243500, Брянская область, Суражский район. г. Сураж, ул. Ленина, д. 49А (48330)2-20-46 </w:t>
              <w:br/>
              <w:t>Czn30_br-obl@mail.ru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содействия гражданам в поиске подходящей работы, временного трудоустройства несовершеннолетних граждан в возрасте от 14 до 18 лет в свободное от учебы время, временного трудоустройства безработных граждан, испытывающих трудности в поиске работы, социальная адаптация граждан, ищущих работу, безработных граждан, психологическая поддержка безработных граждан, организация прохождения профессионального обучения, получения дополнительного профессионального образования безработными гражданами, включая прохождение обучения в другой местности, содействие началу осуществления безработными гражданами предпринимательской и иной приносящей доход деятельности, организация сопровождения при содействии занятости инвалидов, организация и проведение специальных мероприятий по профилированию граждан, ищущих работу, безработных граждан и работодателей.</w:t>
            </w:r>
          </w:p>
        </w:tc>
      </w:tr>
      <w:tr>
        <w:trPr>
          <w:trHeight w:val="3178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ГКУ Брянской области «Отдел социальной защиты населения Суражского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243500, Брянская область, г.Сураж, ул.Ленина, д.55    </w:t>
              <w:br/>
              <w:t xml:space="preserve">8 (48330) 2-13-67,  </w:t>
              <w:br/>
              <w:t>sur.oszn@mail.ru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мер социальной поддержки для семей с детьми (дополнительные выплаты при рождении ребенка, ежегодное пособие к началу учебного года многодетным семьям, областной материнский капитал, дополнительное ежемесячное пособие по уходу за ребенком – инвалидом, денежная компенсация на питание специальными молочными продуктами детского питания детей первого, второго и третьего года жизни, ежемесячная денежная выплата детям в возрасте до 18 лет, страдающим фенилкетонурией, и пр.)</w:t>
              <w:br/>
              <w:t>Оказание материальной помощи гражданам, оказавшимся в трудной жизненной ситуации, предоставление государственной социальной помощи малоимущим гражданам, в том числе на основании социального контракта.</w:t>
            </w:r>
          </w:p>
        </w:tc>
      </w:tr>
      <w:tr>
        <w:trPr>
          <w:trHeight w:val="1597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ГБУ «Комплексный центр социального обслуживания населения Суражского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243500, Брянская область, г. Сураж, ул. Ворошилова, 3 </w:t>
              <w:br/>
              <w:t>8(48330) 2-23-04</w:t>
              <w:br/>
              <w:t xml:space="preserve"> Sur.kcson@mail.ru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услуг в форме на дому, в полустационарной форме, срочных социальных услуг, социального сопровождения гражданам пожилого возраста и инвалидам, в том числе детям – инвалидам.</w:t>
              <w:br/>
              <w:t>Предоставление предметов первой необходимости семьям с новорожденными и детьми в возрасте до 3 лет в прокат.</w:t>
            </w:r>
          </w:p>
        </w:tc>
      </w:tr>
      <w:tr>
        <w:trPr>
          <w:trHeight w:val="4119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</w:t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Трубчевский муниципальный район</w:t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Государственное казенное учреждение «Центр занятости населения Трубчевского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242220, Брянская область, Трубчевский район,  г. Трубчевск, ул. Ленина, д.86 (48352) 2-46-89 (48352) 2-73-77 czn31@rabota-bryanskobl.ru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содействия гражданам в поиске подходящей работы, временного трудоустройства несовершеннолетних граждан в возрасте от 14 до 18 лет в свободное от учебы время, временного трудоустройства безработных граждан, испытывающих трудности в поиске работы, социальная адаптация граждан, ищущих работу, безработных граждан, психологическая поддержка безработных граждан, организация прохождения профессионального обучения, получения дополнительного профессионального образования безработными гражданами, включая прохождение обучения в другой местности, содействие началу осуществления безработными гражданами предпринимательской и иной приносящей доход деятельности, организация сопровождения при содействии занятости инвалидов, организация и проведение специальных мероприятий по профилированию граждан, ищущих работу, безработных граждан и работодателей.</w:t>
            </w:r>
          </w:p>
        </w:tc>
      </w:tr>
      <w:tr>
        <w:trPr>
          <w:trHeight w:val="3178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ГКУ Брянской области «Отдел социальной защиты населения Трубчевского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242221, Брянская область, м.р-н Трубчевский, г.п. Трубчевское, г. Трубчевск, ул Володарского, д.12А   </w:t>
              <w:br/>
              <w:t xml:space="preserve">8 (48352) 2-16-49    </w:t>
              <w:br/>
              <w:t>trub.oszn@mail.ru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мер социальной поддержки для семей с детьми (дополнительные выплаты при рождении ребенка, ежегодное пособие к началу учебного года многодетным семьям, областной материнский капитал, дополнительное ежемесячное пособие по уходу за ребенком – инвалидом, денежная компенсация на питание специальными молочными продуктами детского питания детей первого, второго и третьего года жизни, ежемесячная денежная выплата детям в возрасте до 18 лет, страдающим фенилкетонурией, и пр.)</w:t>
              <w:br/>
              <w:t>Оказание материальной помощи гражданам, оказавшимся в трудной жизненной ситуации, предоставление государственной социальной помощи малоимущим гражданам, в том числе на основании социального контракта.</w:t>
            </w:r>
          </w:p>
        </w:tc>
      </w:tr>
      <w:tr>
        <w:trPr>
          <w:trHeight w:val="4421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ГБУСО «Центр социальной помощи семье и детям Трубчевского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Трубчевский муниципальный район, Трубчевское городское поселение, г. Трубчевск, ул. Свердлова, д.71</w:t>
              <w:br/>
              <w:t>8(48352)2-60-06</w:t>
              <w:br/>
              <w:t>trub_cspsd@mail.ru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услуг.</w:t>
              <w:br/>
              <w:t>-социально-правовые услуги:</w:t>
              <w:br/>
              <w:t>- оказание вещевой, продуктовой, канцелярской помощи,</w:t>
              <w:br/>
              <w:t>- обследование жилищно-бытовых условий семей с целью оказания различных видов помощи,</w:t>
              <w:br/>
              <w:t>-социальное сопровождение семей,</w:t>
              <w:br/>
              <w:t>- выдача новогодних подарков детям участников СВО, малоимущим.</w:t>
              <w:br/>
              <w:t>Обеспечение временного проживания несовершеннолетних, оказавшихся в трудной жизненной ситуации; оказание социальной, психологической и иной помощи несовершеннолетним, их родителям (законным представителям) в ликвидации трудной ситуации (социальный патронаж); обеспечение защиты прав и законных интересов несовершеннолетних; организация медицинского обслуживания и обучения несовершеннолетних, содействие их профессиональной ориентации и получению ими специальности.</w:t>
            </w:r>
          </w:p>
        </w:tc>
      </w:tr>
      <w:tr>
        <w:trPr>
          <w:trHeight w:val="1281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ГБУ «Комплексный центр социального обслуживания населения Трубчевского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242221, Брянская область, г. Трубчевск, ул. Володарского, 12-а </w:t>
              <w:br/>
              <w:t>8(48352) 2-46-80</w:t>
              <w:br/>
              <w:t xml:space="preserve"> Trub.kcson@mail.ru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услуг в форме на дому, срочных социальных услуг, социального сопровождения гражданам пожилого возраста и инвалидам.</w:t>
              <w:br/>
              <w:t>Предоставление предметов первой необходимости семьям с новорожденными и детьми в возрасте до 3 лет в прокат.</w:t>
            </w:r>
          </w:p>
        </w:tc>
      </w:tr>
      <w:tr>
        <w:trPr>
          <w:trHeight w:val="4119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</w:t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Унечский муниципальный район</w:t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Государственное казенное учреждение «Центр занятости населения Унечского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243300, Брянская область, Унечский район, г.Унеча, ул. Транспортная, д. 37 (48351) 2-17-05, (48351) 2-48-73 czn32@rabota-bryanskobl.ru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содействия гражданам в поиске подходящей работы, временного трудоустройства несовершеннолетних граждан в возрасте от 14 до 18 лет в свободное от учебы время, временного трудоустройства безработных граждан, испытывающих трудности в поиске работы, социальная адаптация граждан, ищущих работу, безработных граждан, психологическая поддержка безработных граждан, организация прохождения профессионального обучения, получения дополнительного профессионального образования безработными гражданами, включая прохождение обучения в другой местности, содействие началу осуществления безработными гражданами предпринимательской и иной приносящей доход деятельности, организация сопровождения при содействии занятости инвалидов, организация и проведение специальных мероприятий по профилированию граждан, ищущих работу, безработных граждан и работодателей.</w:t>
            </w:r>
          </w:p>
        </w:tc>
      </w:tr>
      <w:tr>
        <w:trPr>
          <w:trHeight w:val="3178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ГКУ Брянской области «Отдел социальной защиты населения Унечского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243300, Брянская область, г.Унеча, ул.Ленина, д.1  </w:t>
              <w:br/>
              <w:t>8 (48351) 2-16-26</w:t>
              <w:br/>
              <w:t>un.oszn@mail.ru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bidi w:val="0"/>
              <w:ind w:left="113" w:right="1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мер социальной поддержки для семей с детьми (дополнительные выплаты при рождении ребенка, ежегодное пособие к началу учебного года многодетным семьям, областной материнский капитал, дополнительное ежемесячное пособие по уходу за ребенком – инвалидом, денежная компенсация на питание специальными молочными продуктами детского питания детей первого, второго и третьего года жизни, ежемесячная денежная выплата детям в возрасте до 18 лет, страдающим фенилкетонурией, и пр.)</w:t>
              <w:br/>
              <w:t>Оказание материальной помощи гражданам, оказавшимся в трудной жизненной ситуации, предоставление государственной социальной помощи малоимущим гражданам, в том числе на основании социального контракта.</w:t>
            </w:r>
          </w:p>
        </w:tc>
      </w:tr>
      <w:tr>
        <w:trPr>
          <w:trHeight w:val="2228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ГБУСО «Социальный приют для детей и подростков Унечского района»</w:t>
              <w:br/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243321, Брянская обл., Унечский район, с.Красновичи, ул.Школьная, д.3</w:t>
              <w:br/>
              <w:t>8(48351) 9-14-71</w:t>
              <w:br/>
              <w:t>un.pr@mail.ru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временного проживания несовершеннолетних, оказавшихся в трудной жизненной ситуации; оказание социальной, психологической и иной помощи несовершеннолетним, их родителям (законным представителям) в ликвидации трудной ситуации (социальный патронаж); обеспечение защиты прав и законных интересов несовершеннолетних; организация медицинского обслуживания и обучения несовершеннолетних, содействие их профессиональной ориентации и получению ими специальности.</w:t>
            </w:r>
          </w:p>
        </w:tc>
      </w:tr>
      <w:tr>
        <w:trPr>
          <w:trHeight w:val="1597" w:hRule="atLeast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ГБУ «Комплексный центр социального обслуживания населения Унечского района»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243300, Брянская область, г. Унеча, ул. Ленина,1 </w:t>
              <w:br/>
              <w:t>8(48351) 2-26-39 un.kcson@mail.ru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услуг в форме на дому, в полустационарной форме, срочных социальных услуг, социального сопровождения гражданам пожилого возраста и инвалидам, в том числе детям – инвалидам.</w:t>
              <w:br/>
              <w:t>Предоставление предметов первой необходимости семьям с новорожденными и детьми в возрасте до 3 лет в прокат.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bidi w:val="0"/>
        <w:jc w:val="center"/>
        <w:rPr>
          <w:b/>
          <w:i w:val="false"/>
          <w:i w:val="false"/>
          <w:strike w:val="false"/>
          <w:dstrike w:val="false"/>
          <w:outline w:val="false"/>
          <w:shadow w:val="false"/>
          <w:sz w:val="27"/>
          <w:u w:val="single"/>
          <w:em w:val="none"/>
        </w:rPr>
      </w:pPr>
      <w:r>
        <w:rPr>
          <w:b/>
          <w:i w:val="false"/>
          <w:strike w:val="false"/>
          <w:dstrike w:val="false"/>
          <w:outline w:val="false"/>
          <w:shadow w:val="false"/>
          <w:sz w:val="27"/>
          <w:u w:val="single"/>
          <w:em w:val="none"/>
        </w:rPr>
        <w:t>Центры психолого-педагогической, медицинской и социальной помощи</w:t>
      </w:r>
    </w:p>
    <w:p>
      <w:pPr>
        <w:pStyle w:val="Normal"/>
        <w:jc w:val="center"/>
        <w:rPr/>
      </w:pPr>
      <w:r>
        <w:rPr/>
      </w:r>
    </w:p>
    <w:tbl>
      <w:tblPr>
        <w:tblW w:w="5000" w:type="pct"/>
        <w:jc w:val="left"/>
        <w:tblInd w:w="2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54"/>
        <w:gridCol w:w="2066"/>
        <w:gridCol w:w="2895"/>
        <w:gridCol w:w="3223"/>
        <w:gridCol w:w="6215"/>
      </w:tblGrid>
      <w:tr>
        <w:trPr>
          <w:trHeight w:val="796" w:hRule="atLeast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sz w:val="24"/>
                <w:szCs w:val="24"/>
              </w:rPr>
              <w:t xml:space="preserve">№ </w:t>
            </w:r>
            <w:r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учреждения/ организации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Контактные данные (адрес, телефон, электронная почта)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Направление деятельности                                                            Виды оказываемых услуг/меры социальной поддержки</w:t>
            </w:r>
          </w:p>
        </w:tc>
      </w:tr>
      <w:tr>
        <w:trPr>
          <w:trHeight w:val="1930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Городской округ город Брянск</w:t>
            </w:r>
          </w:p>
        </w:tc>
        <w:tc>
          <w:tcPr>
            <w:tcW w:w="28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Государственное автономное учреждение</w:t>
              <w:br/>
              <w:t>«Центр психолого-педагогической, медицинской и социальной помощи»</w:t>
              <w:br/>
              <w:t>Брянской области</w:t>
            </w:r>
          </w:p>
        </w:tc>
        <w:tc>
          <w:tcPr>
            <w:tcW w:w="32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Брянская область г. Брянск, ул. Октябрьская, д. 18, офис 3, тел. 8(4832) 64-88-71, psycholog-center@yandex.ru</w:t>
            </w:r>
          </w:p>
        </w:tc>
        <w:tc>
          <w:tcPr>
            <w:tcW w:w="6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-психолого-педагогическое консультирование обучающихся, родителей (законных представителей);</w:t>
              <w:br/>
              <w:t>-коррекционно-развивающие и компенсирующие занятия с обучающимися;</w:t>
              <w:br/>
              <w:t>-помощь обучающимся в профориентации, получении профессии и социальной адаптации;</w:t>
              <w:br/>
              <w:t>-проведение комплексного психолого-медико-педагогического обследования и подготовка по его результатам рекомендаций по организации обучения и воспитания</w:t>
            </w:r>
          </w:p>
        </w:tc>
      </w:tr>
      <w:tr>
        <w:trPr>
          <w:trHeight w:val="1910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учреждение, осуществляющее обучение «Центр психолого-педагогической, медицинской и социальной помощи «ЛадьЯ» г.Брянска</w:t>
            </w:r>
          </w:p>
        </w:tc>
        <w:tc>
          <w:tcPr>
            <w:tcW w:w="32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Брянская область г. Брянск, ул. Ромашина, д. 1А, офис 1, 8(4832) 66-02-59, 64-57-26, bgpmss@yandex.ru</w:t>
            </w:r>
          </w:p>
        </w:tc>
        <w:tc>
          <w:tcPr>
            <w:tcW w:w="6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психолого-педагогическое консультирование обучающихся, родителей (законных представителей);</w:t>
              <w:br/>
              <w:t>-коррекционно-развивающие и компенсирующие занятия с обучающимися;</w:t>
              <w:br/>
              <w:t>-помощь обучающимся в профориентации, получении профессии и социальной адаптации;</w:t>
              <w:br/>
              <w:t>-проведение комплексного психолого-медико-педагогического обследования и подготовка по его результатам рекомендаций по организации обучения и воспитания</w:t>
            </w:r>
          </w:p>
        </w:tc>
      </w:tr>
      <w:tr>
        <w:trPr>
          <w:trHeight w:val="1910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Городской округ город Клинцы</w:t>
            </w:r>
          </w:p>
        </w:tc>
        <w:tc>
          <w:tcPr>
            <w:tcW w:w="28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учреждение для детей, нуждающихся в психолого-педагогической и медико-социальной помощи – Клинцовский городской центр психолого-педагогической, медицинской и социальной помощи</w:t>
            </w:r>
          </w:p>
        </w:tc>
        <w:tc>
          <w:tcPr>
            <w:tcW w:w="32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Брянская область,  г.Клинцы ул. Щорса д.6В </w:t>
              <w:br/>
              <w:t>8(48336)4-12-37, 8(48336)4-03-64, klncpmss@yandex.ru</w:t>
            </w:r>
          </w:p>
        </w:tc>
        <w:tc>
          <w:tcPr>
            <w:tcW w:w="6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психолого-педагогическое консультирование обучающихся, родителей (законных представителей);</w:t>
              <w:br/>
              <w:t>-коррекционно-развивающие и компенсирующие занятия с обучающимися;</w:t>
              <w:br/>
              <w:t>-помощь обучающимся в профориентации, получении профессии и социальной адаптации</w:t>
            </w:r>
          </w:p>
        </w:tc>
      </w:tr>
      <w:tr>
        <w:trPr>
          <w:trHeight w:val="1422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Брасовский муниципальный район</w:t>
            </w:r>
          </w:p>
        </w:tc>
        <w:tc>
          <w:tcPr>
            <w:tcW w:w="28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учреждение Брасовского района «Центр психолого-педагогической, медицинской и социальной помощи»</w:t>
            </w:r>
          </w:p>
        </w:tc>
        <w:tc>
          <w:tcPr>
            <w:tcW w:w="32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Брянская область, Брасовский район, рп Локоть, Советская ул, д. 19 </w:t>
              <w:br/>
              <w:t>8-(48354)-9-17-02, centr4102pmss@yandex.ru</w:t>
            </w:r>
          </w:p>
        </w:tc>
        <w:tc>
          <w:tcPr>
            <w:tcW w:w="6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психолого-педагогическое консультирование обучающихся, родителей (законных представителей);</w:t>
              <w:br/>
              <w:t>-коррекционно-развивающие и компенсирующие занятия с обучающимися;</w:t>
              <w:br/>
              <w:t>-помощь обучающимся в профориентации, получении профессии и социальной адаптации</w:t>
            </w:r>
          </w:p>
        </w:tc>
      </w:tr>
      <w:tr>
        <w:trPr>
          <w:trHeight w:val="1597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Выгоничский муниципальный район</w:t>
            </w:r>
          </w:p>
        </w:tc>
        <w:tc>
          <w:tcPr>
            <w:tcW w:w="28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казенное учреждение центр психолого-педагогической и социальной помощи</w:t>
              <w:br/>
              <w:t>Выгоничского района</w:t>
            </w:r>
          </w:p>
        </w:tc>
        <w:tc>
          <w:tcPr>
            <w:tcW w:w="32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Брянская область Выгоничский район п. Выгоничи ул. Ленина 26а, </w:t>
              <w:br/>
              <w:t>8(48341)2-17-50, e-vrcentr-15@yandex.ru</w:t>
            </w:r>
          </w:p>
        </w:tc>
        <w:tc>
          <w:tcPr>
            <w:tcW w:w="6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психолого-педагогическое консультирование обучающихся, родителей (законных представителей);</w:t>
              <w:br/>
              <w:t>-коррекционно-развивающие и компенсирующие занятия с обучающимися;</w:t>
              <w:br/>
              <w:t>-помощь обучающимся в профориентации, получении профессии и социальной адаптации</w:t>
              <w:br/>
            </w:r>
          </w:p>
        </w:tc>
      </w:tr>
      <w:tr>
        <w:trPr>
          <w:trHeight w:val="1281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Дубровский муниципальный район</w:t>
            </w:r>
          </w:p>
        </w:tc>
        <w:tc>
          <w:tcPr>
            <w:tcW w:w="28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учреждение, осуществляющее обучение «Центр психолого – педагогической, медицинской и социальной помощи» Дубровского района</w:t>
            </w:r>
          </w:p>
        </w:tc>
        <w:tc>
          <w:tcPr>
            <w:tcW w:w="32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Брянская обл., р. П. Дубровка, ул. Победы д.2 </w:t>
              <w:br/>
              <w:t>8(48332)-913384, dubr-pmss@rambler.ru</w:t>
            </w:r>
          </w:p>
        </w:tc>
        <w:tc>
          <w:tcPr>
            <w:tcW w:w="6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психолого-педагогическое консультирование обучающихся, родителей (законных представителей);</w:t>
              <w:br/>
              <w:t>-коррекционно-развивающие и компенсирующие занятия с обучающимися;</w:t>
              <w:br/>
              <w:t>-помощь обучающимся в профориентации, получении профессии и социальной адаптации</w:t>
            </w:r>
          </w:p>
        </w:tc>
      </w:tr>
      <w:tr>
        <w:trPr>
          <w:trHeight w:val="1913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Дятьковский муниципальный район</w:t>
            </w:r>
          </w:p>
        </w:tc>
        <w:tc>
          <w:tcPr>
            <w:tcW w:w="28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учреждение, осуществляющее обучение  «Центр психолого-педагогической, медицинской и социальной помощи»  Дятьковского района</w:t>
            </w:r>
          </w:p>
        </w:tc>
        <w:tc>
          <w:tcPr>
            <w:tcW w:w="32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Брянская область  Дятьковский район, г.Дятьково ул.Ленина, дом 176,  </w:t>
              <w:br/>
              <w:t>8(48333) 3-21-63, dcpmss@mail.ru</w:t>
            </w:r>
          </w:p>
        </w:tc>
        <w:tc>
          <w:tcPr>
            <w:tcW w:w="6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психолого-педагогическое консультирование обучающихся, родителей (законных представителей);</w:t>
              <w:br/>
              <w:t>-коррекционно-развивающие и компенсирующие занятия с обучающимися;</w:t>
              <w:br/>
              <w:t>-помощь обучающимся в профориентации, получении профессии и социальной адаптации;</w:t>
              <w:br/>
              <w:t>-проведение комплексного психолого-медико-педагогического обследования и подготовка по его результатам рекомендаций по организации обучения и воспитания</w:t>
            </w:r>
          </w:p>
        </w:tc>
      </w:tr>
      <w:tr>
        <w:trPr>
          <w:trHeight w:val="1281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Жирятинский муниципальный район</w:t>
            </w:r>
          </w:p>
        </w:tc>
        <w:tc>
          <w:tcPr>
            <w:tcW w:w="28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учреждение «Центр психолого-педагогической, медицинской и социальной помощи» Жирятинского района Брянской области</w:t>
            </w:r>
          </w:p>
        </w:tc>
        <w:tc>
          <w:tcPr>
            <w:tcW w:w="32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Брянская область Жирятинский район  с.Жирятино ул.Ленина д.38 </w:t>
              <w:br/>
              <w:t>8(483-44)3-02-77, cpmss.zhiryatino@mail.ru</w:t>
            </w:r>
          </w:p>
        </w:tc>
        <w:tc>
          <w:tcPr>
            <w:tcW w:w="6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психолого-педагогическое консультирование обучающихся, родителей (законных представителей);</w:t>
              <w:br/>
              <w:t>-коррекционно-развивающие и компенсирующие занятия с обучающимися;</w:t>
              <w:br/>
              <w:t>-помощь обучающимся в профориентации, получении профессии и социальной адаптации</w:t>
            </w:r>
          </w:p>
        </w:tc>
      </w:tr>
      <w:tr>
        <w:trPr>
          <w:trHeight w:val="1281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Злынковский муниципальный район</w:t>
            </w:r>
          </w:p>
        </w:tc>
        <w:tc>
          <w:tcPr>
            <w:tcW w:w="28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учреждение «Злынковский центр психолого-педагогической, медицинской и социальной помощи»</w:t>
            </w:r>
          </w:p>
        </w:tc>
        <w:tc>
          <w:tcPr>
            <w:tcW w:w="32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Брянская область, г. Злынка, ул. Коммунальная, д.15         8(48358) 22-5-36, zlynkacpmss@yandex.ru</w:t>
            </w:r>
          </w:p>
        </w:tc>
        <w:tc>
          <w:tcPr>
            <w:tcW w:w="6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психолого-педагогическое консультирование обучающихся, родителей (законных представителей);</w:t>
              <w:br/>
              <w:t>-коррекционно-развивающие и компенсирующие занятия с обучающимися;</w:t>
              <w:br/>
              <w:t>-помощь обучающимся в профориентации, получении профессии и социальной адаптации</w:t>
            </w:r>
          </w:p>
        </w:tc>
      </w:tr>
      <w:tr>
        <w:trPr>
          <w:trHeight w:val="1281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Климовский муниципальный район</w:t>
            </w:r>
          </w:p>
        </w:tc>
        <w:tc>
          <w:tcPr>
            <w:tcW w:w="28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учреждение «Центр психолого-педагогической, медицинской и социальной помощи» Климовского района</w:t>
            </w:r>
          </w:p>
        </w:tc>
        <w:tc>
          <w:tcPr>
            <w:tcW w:w="32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Брянская область,</w:t>
              <w:br/>
              <w:t>р.п. Климово,</w:t>
              <w:br/>
              <w:t>ул. Советская, д.61</w:t>
              <w:br/>
            </w:r>
          </w:p>
        </w:tc>
        <w:tc>
          <w:tcPr>
            <w:tcW w:w="6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психолого-педагогическое консультирование обучающихся, родителей (законных представителей);</w:t>
              <w:br/>
              <w:t>-коррекционно-развивающие и компенсирующие занятия с обучающимися;</w:t>
              <w:br/>
              <w:t>-помощь обучающимся в профориентации, получении профессии и социальной адаптации</w:t>
            </w:r>
          </w:p>
        </w:tc>
      </w:tr>
      <w:tr>
        <w:trPr>
          <w:trHeight w:val="1281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Комаричский муниципальный район</w:t>
            </w:r>
          </w:p>
        </w:tc>
        <w:tc>
          <w:tcPr>
            <w:tcW w:w="28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учреждение «Центр психолого-педагогической, медицинской и социальной помощи» Комаричского района</w:t>
            </w:r>
          </w:p>
        </w:tc>
        <w:tc>
          <w:tcPr>
            <w:tcW w:w="32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Брянская обл., рп. Комаричи, ул. Ленина, д. 37, корп. 3  </w:t>
              <w:br/>
              <w:t>8 (48355) 9-65-06, cpmss-kom@mail.ru</w:t>
            </w:r>
          </w:p>
        </w:tc>
        <w:tc>
          <w:tcPr>
            <w:tcW w:w="6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психолого-педагогическое консультирование обучающихся, родителей (законных представителей);</w:t>
              <w:br/>
              <w:t>-коррекционно-развивающие и компенсирующие занятия с обучающимися;</w:t>
              <w:br/>
              <w:t>-помощь обучающимся в профориентации, получении профессии и социальной адаптации;</w:t>
            </w:r>
          </w:p>
        </w:tc>
      </w:tr>
      <w:tr>
        <w:trPr>
          <w:trHeight w:val="1281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Мглинский муниципальный район</w:t>
            </w:r>
          </w:p>
        </w:tc>
        <w:tc>
          <w:tcPr>
            <w:tcW w:w="28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учреждение «Мглинский центр психолого-педагогической, медицинской и социальной помощи» Брянской области</w:t>
            </w:r>
          </w:p>
        </w:tc>
        <w:tc>
          <w:tcPr>
            <w:tcW w:w="32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Брянская обл., г.Мглин, ул.Кирова, д.13</w:t>
              <w:br/>
              <w:t xml:space="preserve"> 8(48339) 2-10-59, mglZPMCC@yandex.ru</w:t>
            </w:r>
          </w:p>
        </w:tc>
        <w:tc>
          <w:tcPr>
            <w:tcW w:w="6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психолого-педагогическое консультирование обучающихся, родителей (законных представителей);</w:t>
              <w:br/>
              <w:t>-коррекционно-развивающие и компенсирующие занятия с обучающимися;</w:t>
              <w:br/>
              <w:t>-помощь обучающимся в профориентации, получении профессии и социальной адаптации</w:t>
            </w:r>
          </w:p>
        </w:tc>
      </w:tr>
      <w:tr>
        <w:trPr>
          <w:trHeight w:val="1281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Погарский муниципальный район</w:t>
            </w:r>
          </w:p>
        </w:tc>
        <w:tc>
          <w:tcPr>
            <w:tcW w:w="28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учреждение «Центр психолого-педагогической, медицинской и социальной помощи»</w:t>
              <w:br/>
              <w:t xml:space="preserve"> Погарского района</w:t>
            </w:r>
          </w:p>
        </w:tc>
        <w:tc>
          <w:tcPr>
            <w:tcW w:w="32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Брянская область, пгт Погар, площадь Советская. д. 1А 8(48349) 2-31-83, 2-15-98,  pogar.pmss@mail.ru</w:t>
            </w:r>
          </w:p>
        </w:tc>
        <w:tc>
          <w:tcPr>
            <w:tcW w:w="6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психолого-педагогическое консультирование обучающихся, родителей (законных представителей);</w:t>
              <w:br/>
              <w:t>-коррекционно-развивающие и компенсирующие занятия с обучающимися;</w:t>
              <w:br/>
              <w:t>-помощь обучающимся в профориентации, получении профессии и социальной адаптации</w:t>
            </w:r>
          </w:p>
        </w:tc>
      </w:tr>
      <w:tr>
        <w:trPr>
          <w:trHeight w:val="1281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Сельцовский городской округ</w:t>
            </w:r>
          </w:p>
        </w:tc>
        <w:tc>
          <w:tcPr>
            <w:tcW w:w="28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учреждение, осуществляющее обучение, «Центр психолого-педагогической, медицинской и социальной помощи» г.Сельцо Брянской области</w:t>
            </w:r>
          </w:p>
        </w:tc>
        <w:tc>
          <w:tcPr>
            <w:tcW w:w="32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Брянская область г.Сельцо, ул. Мейпариани, 2 </w:t>
              <w:br/>
              <w:t>8 (4832) 97-16-18, cpmss_seltso@mail.ru</w:t>
            </w:r>
          </w:p>
        </w:tc>
        <w:tc>
          <w:tcPr>
            <w:tcW w:w="6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психолого-педагогическое консультирование обучающихся, родителей (законных представителей);</w:t>
              <w:br/>
              <w:t>-коррекционно-развивающие и компенсирующие занятия с обучающимися;</w:t>
              <w:br/>
              <w:t>-помощь обучающимся в профориентации, получении профессии и социальной адаптации</w:t>
            </w:r>
          </w:p>
        </w:tc>
      </w:tr>
      <w:tr>
        <w:trPr>
          <w:trHeight w:val="1597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Стародубский муниципальный округ</w:t>
            </w:r>
          </w:p>
        </w:tc>
        <w:tc>
          <w:tcPr>
            <w:tcW w:w="28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учреждение «Центр психолого – педагогической, медицинской и социальной помощи»</w:t>
              <w:br/>
              <w:t>г. Стародуба</w:t>
            </w:r>
          </w:p>
        </w:tc>
        <w:tc>
          <w:tcPr>
            <w:tcW w:w="32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Брянская область,  г. Стародуб, ул. Советская, дом 9 8(48348) 2-26-40, 2-36-50,  cpmsocsop@yandex.ru</w:t>
            </w:r>
          </w:p>
        </w:tc>
        <w:tc>
          <w:tcPr>
            <w:tcW w:w="6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психолого-педагогическое консультирование обучающихся, родителей (законных представителей);</w:t>
              <w:br/>
              <w:t>-коррекционно-развивающие и компенсирующие занятия с обучающимися;</w:t>
              <w:br/>
              <w:t>-помощь обучающимся в профориентации, получении профессии и социальной адаптации</w:t>
              <w:br/>
            </w:r>
          </w:p>
        </w:tc>
      </w:tr>
      <w:tr>
        <w:trPr>
          <w:trHeight w:val="1597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Севский муниципальный район</w:t>
            </w:r>
          </w:p>
        </w:tc>
        <w:tc>
          <w:tcPr>
            <w:tcW w:w="28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учреждение «Центр психолого-педагогической, медицинской и социальной помощи» Севского муниципального района</w:t>
            </w:r>
          </w:p>
        </w:tc>
        <w:tc>
          <w:tcPr>
            <w:tcW w:w="32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Брянская область г. Севск, ул. Ленина, д. 4, офис 1 (48356)9-76-33, sorokina20000@gmail.com</w:t>
            </w:r>
          </w:p>
        </w:tc>
        <w:tc>
          <w:tcPr>
            <w:tcW w:w="6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психолого-педагогическое консультирование обучающихся, родителей (законных представителей);</w:t>
              <w:br/>
              <w:t>-коррекционно-развивающие и компенсирующие занятия с обучающимися;</w:t>
              <w:br/>
              <w:t>-помощь обучающимся в профориентации, получении профессии и социальной адаптации</w:t>
              <w:br/>
            </w:r>
          </w:p>
        </w:tc>
      </w:tr>
      <w:tr>
        <w:trPr>
          <w:trHeight w:val="1281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Суземский муниципальный район</w:t>
            </w:r>
          </w:p>
        </w:tc>
        <w:tc>
          <w:tcPr>
            <w:tcW w:w="28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учреждение «Центр психолого – педагогической, медицинской и социальной помощи» Суземского района</w:t>
            </w:r>
          </w:p>
        </w:tc>
        <w:tc>
          <w:tcPr>
            <w:tcW w:w="32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Брянская область, Суземский район, п.Суземка,  площадь Ленина д.4 </w:t>
              <w:br/>
              <w:t>8 (48353) 2-29-10, suzemzentrPMSS@yandex.ru</w:t>
            </w:r>
          </w:p>
        </w:tc>
        <w:tc>
          <w:tcPr>
            <w:tcW w:w="6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психолого-педагогическое консультирование обучающихся, родителей (законных представителей);</w:t>
              <w:br/>
              <w:t>-коррекционно-развивающие и компенсирующие занятия с обучающимися;</w:t>
              <w:br/>
              <w:t>-помощь обучающимся в профориентации, получении профессии и социальной адаптации</w:t>
            </w:r>
          </w:p>
        </w:tc>
      </w:tr>
      <w:tr>
        <w:trPr>
          <w:trHeight w:val="1281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Трубчевский муниципальный район</w:t>
            </w:r>
          </w:p>
        </w:tc>
        <w:tc>
          <w:tcPr>
            <w:tcW w:w="28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учреждение, осуществляющее обучение, «Центр психолого-педагогической, медицинской и социальной помощи» Трубчевского района</w:t>
            </w:r>
          </w:p>
        </w:tc>
        <w:tc>
          <w:tcPr>
            <w:tcW w:w="32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Брянская область, Трубчевский район, г. Трубчевск, ул. Урицкого, 53 </w:t>
              <w:br/>
              <w:t>8(48352)2-40-91, tru-pmss@yandex.ru</w:t>
            </w:r>
          </w:p>
        </w:tc>
        <w:tc>
          <w:tcPr>
            <w:tcW w:w="6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психолого-педагогическое консультирование обучающихся, родителей (законных представителей);</w:t>
              <w:br/>
              <w:t>-коррекционно-развивающие и компенсирую-щие занятия с обучающимися;</w:t>
              <w:br/>
              <w:t>-помощь обучающимся в профориентации, получении профессии и социальной адаптации</w:t>
            </w:r>
          </w:p>
        </w:tc>
      </w:tr>
      <w:tr>
        <w:trPr>
          <w:trHeight w:val="1281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Унечский муниципальный район</w:t>
            </w:r>
          </w:p>
        </w:tc>
        <w:tc>
          <w:tcPr>
            <w:tcW w:w="28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учреждение «Центр психолого-педагогической, медицинской и социальной помощи» Унечского района</w:t>
            </w:r>
          </w:p>
        </w:tc>
        <w:tc>
          <w:tcPr>
            <w:tcW w:w="32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Брянская область, г.Унеча,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пл. Ленина, д.1 </w:t>
              <w:br/>
              <w:t>8(48351) 2-68-93, unecha-pmss@mail.ru</w:t>
            </w:r>
          </w:p>
        </w:tc>
        <w:tc>
          <w:tcPr>
            <w:tcW w:w="6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психолого-педагогическое консультирование обучающихся, родителей (законных предста-вителей);</w:t>
              <w:br/>
              <w:t>-коррекционно-развивающие и компенсирую-щие занятия с обучающимися;</w:t>
              <w:br/>
              <w:t>-помощь обучающимся в профориентации, получении профессии и социальной адаптации;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bidi w:val="0"/>
        <w:jc w:val="center"/>
        <w:rPr>
          <w:b/>
          <w:sz w:val="24"/>
          <w:szCs w:val="24"/>
        </w:rPr>
      </w:pPr>
      <w:r>
        <w:rPr>
          <w:b/>
          <w:i w:val="false"/>
          <w:strike w:val="false"/>
          <w:dstrike w:val="false"/>
          <w:outline w:val="false"/>
          <w:shadow w:val="false"/>
          <w:sz w:val="27"/>
          <w:u w:val="single"/>
          <w:em w:val="none"/>
        </w:rPr>
        <w:t>Государственные общеобразовательные организации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478"/>
        <w:gridCol w:w="104"/>
        <w:gridCol w:w="1938"/>
        <w:gridCol w:w="2895"/>
        <w:gridCol w:w="3223"/>
        <w:gridCol w:w="6215"/>
      </w:tblGrid>
      <w:tr>
        <w:trPr>
          <w:trHeight w:val="540" w:hRule="atLeast"/>
        </w:trPr>
        <w:tc>
          <w:tcPr>
            <w:tcW w:w="14853" w:type="dxa"/>
            <w:gridSpan w:val="6"/>
            <w:tcBorders/>
            <w:vAlign w:val="center"/>
          </w:tcPr>
          <w:p>
            <w:pPr>
              <w:pStyle w:val="Normal"/>
              <w:jc w:val="left"/>
              <w:rPr/>
            </w:pPr>
            <w:r>
              <w:rPr>
                <w:b/>
                <w:sz w:val="24"/>
                <w:szCs w:val="24"/>
              </w:rPr>
              <w:t xml:space="preserve">   </w:t>
            </w:r>
            <w:r>
              <w:rPr>
                <w:b/>
                <w:sz w:val="24"/>
                <w:szCs w:val="24"/>
              </w:rPr>
              <w:t>Меры поддержки:</w:t>
            </w:r>
          </w:p>
        </w:tc>
      </w:tr>
      <w:tr>
        <w:trPr>
          <w:trHeight w:val="815" w:hRule="atLeast"/>
        </w:trPr>
        <w:tc>
          <w:tcPr>
            <w:tcW w:w="582" w:type="dxa"/>
            <w:gridSpan w:val="2"/>
            <w:tcBorders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4271" w:type="dxa"/>
            <w:gridSpan w:val="4"/>
            <w:tcBorders/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Первоочередное право приема в дошкольные учреждения детей из многодетных семей, установленное Законом Брянской области от 27 мая 2024 года №40-З «О внесении изменений в Закон Брянской области «Об охране семьи, материнства, отцовства и детства в Брянской области».</w:t>
            </w:r>
          </w:p>
        </w:tc>
      </w:tr>
      <w:tr>
        <w:trPr>
          <w:trHeight w:val="815" w:hRule="atLeast"/>
        </w:trPr>
        <w:tc>
          <w:tcPr>
            <w:tcW w:w="582" w:type="dxa"/>
            <w:gridSpan w:val="2"/>
            <w:tcBorders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4271" w:type="dxa"/>
            <w:gridSpan w:val="4"/>
            <w:tcBorders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детям из многодетных семей бесплатного питания в государственных общеобразовательных организациях, муниципальных общеобразовательных организациях, государственных профессиональных образовательных организациях Брянской области, установленное Законом Брянской области от 27 мая 2024 года №40-З  «О внесении изменений в Закон Брянской области «Об охране семьи, материнства, отцовства и детства в Брянской области.</w:t>
            </w:r>
          </w:p>
        </w:tc>
      </w:tr>
      <w:tr>
        <w:trPr>
          <w:trHeight w:val="577" w:hRule="atLeast"/>
        </w:trPr>
        <w:tc>
          <w:tcPr>
            <w:tcW w:w="582" w:type="dxa"/>
            <w:gridSpan w:val="2"/>
            <w:tcBorders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4271" w:type="dxa"/>
            <w:gridSpan w:val="4"/>
            <w:tcBorders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Родителям (законным представителям) детей, посещающих дошкольное образовательное учреждение, выплачивается компенсация родительской платы в следующих размерах:</w:t>
            </w:r>
          </w:p>
        </w:tc>
      </w:tr>
      <w:tr>
        <w:trPr>
          <w:trHeight w:val="386" w:hRule="atLeast"/>
        </w:trPr>
        <w:tc>
          <w:tcPr>
            <w:tcW w:w="582" w:type="dxa"/>
            <w:gridSpan w:val="2"/>
            <w:tcBorders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271" w:type="dxa"/>
            <w:gridSpan w:val="4"/>
            <w:tcBorders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20% среднего размера родительской платы за присмотр и уход за детьми – на первого ребёнка;</w:t>
            </w:r>
          </w:p>
        </w:tc>
      </w:tr>
      <w:tr>
        <w:trPr>
          <w:trHeight w:val="390" w:hRule="atLeast"/>
        </w:trPr>
        <w:tc>
          <w:tcPr>
            <w:tcW w:w="582" w:type="dxa"/>
            <w:gridSpan w:val="2"/>
            <w:tcBorders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271" w:type="dxa"/>
            <w:gridSpan w:val="4"/>
            <w:tcBorders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50% среднего размера родительской платы – на второго ребёнка;</w:t>
            </w:r>
          </w:p>
        </w:tc>
      </w:tr>
      <w:tr>
        <w:trPr>
          <w:trHeight w:val="405" w:hRule="atLeast"/>
        </w:trPr>
        <w:tc>
          <w:tcPr>
            <w:tcW w:w="582" w:type="dxa"/>
            <w:gridSpan w:val="2"/>
            <w:tcBorders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271" w:type="dxa"/>
            <w:gridSpan w:val="4"/>
            <w:tcBorders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70% среднего размера родительской платы – на третьего ребёнка и последующих детей.</w:t>
            </w:r>
          </w:p>
        </w:tc>
      </w:tr>
      <w:tr>
        <w:trPr>
          <w:trHeight w:val="955" w:hRule="atLeast"/>
        </w:trPr>
        <w:tc>
          <w:tcPr>
            <w:tcW w:w="582" w:type="dxa"/>
            <w:gridSpan w:val="2"/>
            <w:tcBorders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4271" w:type="dxa"/>
            <w:gridSpan w:val="4"/>
            <w:tcBorders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Детям, находящимся в трудной жизненной ситуации и обучающимся на территории Брянской области, установлена 100-процентная оплата стоимости путевки, согласно Указу Губернатора Брянской области от 07.02.2023 года № 8 «Об организации отдыха и оздоровления детей в Брянской области».</w:t>
            </w:r>
          </w:p>
        </w:tc>
      </w:tr>
      <w:tr>
        <w:trPr>
          <w:trHeight w:val="835" w:hRule="atLeast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sz w:val="24"/>
                <w:szCs w:val="24"/>
              </w:rPr>
              <w:t xml:space="preserve">№ </w:t>
            </w:r>
            <w:r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учреждения/ организации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Контактные данные (адрес, телефон, электронная почта)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Направление деятельности                                              Виды оказываемых услуг/меры социальной поддержки</w:t>
            </w:r>
          </w:p>
        </w:tc>
      </w:tr>
      <w:tr>
        <w:trPr>
          <w:trHeight w:val="983" w:hRule="atLeast"/>
        </w:trPr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04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Городской округ город Брянск</w:t>
            </w:r>
          </w:p>
        </w:tc>
        <w:tc>
          <w:tcPr>
            <w:tcW w:w="28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Государственное автономное общеобразовательное учреждение «Брянская кадетская школа имени Героя России В.И.Шкурного»</w:t>
            </w:r>
          </w:p>
        </w:tc>
        <w:tc>
          <w:tcPr>
            <w:tcW w:w="32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Брянская область, г.Брянск, ул.Олега  Кошевого, д.69 8(4832) 63-87-75, 63-87-71; </w:t>
              <w:br/>
              <w:t>Kadetbryansk@gmail.com</w:t>
            </w:r>
          </w:p>
        </w:tc>
        <w:tc>
          <w:tcPr>
            <w:tcW w:w="6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Обучающиеся обеспечиваются одеждой, обувью, мягким и жестким инвентарем согласно утвержденных норм</w:t>
            </w:r>
          </w:p>
        </w:tc>
      </w:tr>
      <w:tr>
        <w:trPr>
          <w:trHeight w:val="1281" w:hRule="atLeast"/>
        </w:trPr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04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Городской округ город Клинцы</w:t>
            </w:r>
          </w:p>
        </w:tc>
        <w:tc>
          <w:tcPr>
            <w:tcW w:w="28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Государственное бюджетное общеобразовательное учреждение «Клинцовская кадетская школа «Юный спасатель» имени Героя Советского Союза С.И.Постевого»</w:t>
            </w:r>
          </w:p>
        </w:tc>
        <w:tc>
          <w:tcPr>
            <w:tcW w:w="32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Брянская область, г.Клинцы, ул.Патриса Лумумбы, д.2-А </w:t>
              <w:br/>
              <w:t>8(48336)5-55-09; kl.kadet@mail.ru</w:t>
            </w:r>
          </w:p>
        </w:tc>
        <w:tc>
          <w:tcPr>
            <w:tcW w:w="6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Обучающиеся обеспечиваются одеждой, обувью, мягким и жестким инвентарем согласно утвержденных норм</w:t>
            </w:r>
          </w:p>
        </w:tc>
      </w:tr>
      <w:tr>
        <w:trPr>
          <w:trHeight w:val="983" w:hRule="atLeast"/>
        </w:trPr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04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Дятьковский муниципальный район</w:t>
            </w:r>
          </w:p>
        </w:tc>
        <w:tc>
          <w:tcPr>
            <w:tcW w:w="28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Государственное бюджетное общеобразовательное учреждение «Дятьковская кадетская школа  имени Героя Советского Союза И.А.Кашина»</w:t>
            </w:r>
          </w:p>
        </w:tc>
        <w:tc>
          <w:tcPr>
            <w:tcW w:w="32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Брянская область, г.Дятьково, ул.Циолковского, д.7 8(48333)3-23-64; dyatkovointernat@mail.ru</w:t>
            </w:r>
          </w:p>
        </w:tc>
        <w:tc>
          <w:tcPr>
            <w:tcW w:w="6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Обучающиеся обеспечиваются одеждой, обувью, мягким и жестким инвентарем согласно утвержденных норм</w:t>
            </w:r>
          </w:p>
        </w:tc>
      </w:tr>
      <w:tr>
        <w:trPr>
          <w:trHeight w:val="1527" w:hRule="atLeast"/>
        </w:trPr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04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Брянский муниципальный район</w:t>
            </w:r>
          </w:p>
        </w:tc>
        <w:tc>
          <w:tcPr>
            <w:tcW w:w="28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Государственное бюджетное общеобразовательное учреждение «Супоневская  школа-интернат»</w:t>
            </w:r>
          </w:p>
        </w:tc>
        <w:tc>
          <w:tcPr>
            <w:tcW w:w="32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Брянская область, Брянский р-н, с.Супонево, ул.Комсомольская, д.20 </w:t>
              <w:br/>
              <w:t>8(4832)40-10-23; sch-sup@yandex.ru</w:t>
            </w:r>
          </w:p>
        </w:tc>
        <w:tc>
          <w:tcPr>
            <w:tcW w:w="6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Обучающиеся с ограниченными возможностями здоровья, проживающие в организации, осуществляющей образовательную деятельность, находятся на государственном обеспечении и обеспечиваются питанием, одеждой, обувью, мягким и жестким инвентарем. Иные обучающиеся с ОВЗ обеспечиваются бесплатным двухразовым питанием</w:t>
            </w:r>
          </w:p>
        </w:tc>
      </w:tr>
      <w:tr>
        <w:trPr>
          <w:trHeight w:val="1527" w:hRule="atLeast"/>
        </w:trPr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04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Брасовский муниципальный район</w:t>
            </w:r>
          </w:p>
        </w:tc>
        <w:tc>
          <w:tcPr>
            <w:tcW w:w="28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Государственное бюджетное общеобразовательное учреждение «Брасовская школа-интернат»</w:t>
            </w:r>
          </w:p>
        </w:tc>
        <w:tc>
          <w:tcPr>
            <w:tcW w:w="32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Брянская область, Брасовский район, с.Брасово, ул.Советская. д.4; </w:t>
              <w:br/>
              <w:t>8(48354)9-18-55; braschlint@bk.ru</w:t>
            </w:r>
          </w:p>
        </w:tc>
        <w:tc>
          <w:tcPr>
            <w:tcW w:w="6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Обучающиеся с ограниченными возможностями здоровья, проживающие в организации, осуществляющей образовательную деятельность, находятся на государственном обеспечении и обеспечиваются питанием, одеждой, обувью, мягким и жестким инвентарем. Иные обучающиеся с ОВЗ обеспечиваются бесплатным двухразовым питанием</w:t>
            </w:r>
          </w:p>
        </w:tc>
      </w:tr>
      <w:tr>
        <w:trPr>
          <w:trHeight w:val="1527" w:hRule="atLeast"/>
        </w:trPr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04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Клетнянский муниципальный район</w:t>
            </w:r>
          </w:p>
        </w:tc>
        <w:tc>
          <w:tcPr>
            <w:tcW w:w="28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Государственное бюджетное общеобразовательное учреждение «Клетнянская школа-интернат»</w:t>
            </w:r>
          </w:p>
        </w:tc>
        <w:tc>
          <w:tcPr>
            <w:tcW w:w="32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Брянская область, пгт.Клетня, ул.Красных Партизан, д.6 </w:t>
              <w:br/>
              <w:t>8(48338)9-16-72; skletnya@mail.ru</w:t>
            </w:r>
          </w:p>
        </w:tc>
        <w:tc>
          <w:tcPr>
            <w:tcW w:w="6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Обучающиеся с ограниченными возможностями здоровья, проживающие в организации, осуществляющей образовательную деятельность, находятся на государственном обеспечении и обеспечиваются питанием, одеждой, обувью, мягким и жестким инвентарем. Иные обучающиеся с ОВЗ обеспечиваются бесплатным двухразовым питанием</w:t>
            </w:r>
          </w:p>
        </w:tc>
      </w:tr>
      <w:tr>
        <w:trPr>
          <w:trHeight w:val="1527" w:hRule="atLeast"/>
        </w:trPr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04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Климовский муниципальный район</w:t>
            </w:r>
          </w:p>
        </w:tc>
        <w:tc>
          <w:tcPr>
            <w:tcW w:w="28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Государственное бюджетное общеобразовательное учреждение «Новоропская школа-интернат»</w:t>
            </w:r>
          </w:p>
        </w:tc>
        <w:tc>
          <w:tcPr>
            <w:tcW w:w="32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Брянская область, Климовский р-н, с. Новый Ропск, ул.Ленина, д.84 </w:t>
              <w:br/>
              <w:t>8(48347)5-93-25; nr.internat2014@yandex.ru</w:t>
            </w:r>
          </w:p>
        </w:tc>
        <w:tc>
          <w:tcPr>
            <w:tcW w:w="6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Обучающиеся с ограниченными возможностями здоровья, проживающие в организации, осуществляющей образовательную деятельность, находятся на государственном обеспечении и обеспечиваются питанием, одеждой, обувью, мягким и жестким инвентарем. Иные обучающиеся с ОВЗ обеспечиваются бесплатным двухразовым питанием</w:t>
            </w:r>
          </w:p>
        </w:tc>
      </w:tr>
      <w:tr>
        <w:trPr>
          <w:trHeight w:val="1527" w:hRule="atLeast"/>
        </w:trPr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204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Новозыбковский городской округ</w:t>
            </w:r>
          </w:p>
        </w:tc>
        <w:tc>
          <w:tcPr>
            <w:tcW w:w="28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Государственное бюджетное общеобразовательное учреждение «Новозыбковская школа-интернат»</w:t>
            </w:r>
          </w:p>
        </w:tc>
        <w:tc>
          <w:tcPr>
            <w:tcW w:w="32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Брянская область, г.Новозыбков, Советская площадь, д.74 </w:t>
              <w:br/>
              <w:t>8(48343)3-32-16; shkola1-22@yandex.ru</w:t>
            </w:r>
          </w:p>
        </w:tc>
        <w:tc>
          <w:tcPr>
            <w:tcW w:w="6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Обучающиеся с ограниченными возможностями здоровья, проживающие в организации, осуществляющей образовательную деятельность, находятся на государственном обеспечении и обеспечиваются питанием, одеждой, обувью, мягким и жестким инвентарем. Иные обучающиеся с ОВЗ обеспечиваются бесплатным двухразовым питанием</w:t>
            </w:r>
          </w:p>
        </w:tc>
      </w:tr>
      <w:tr>
        <w:trPr>
          <w:trHeight w:val="1611" w:hRule="atLeast"/>
        </w:trPr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204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Стародубский муниципальный округ</w:t>
            </w:r>
          </w:p>
        </w:tc>
        <w:tc>
          <w:tcPr>
            <w:tcW w:w="28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Государственное бюджетное общеобразовательное учреждение «Елионская школа-интернат»</w:t>
            </w:r>
          </w:p>
        </w:tc>
        <w:tc>
          <w:tcPr>
            <w:tcW w:w="32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Брянская область, Стародубский МО,  с.Елионка, ул.Октябрьская, д.70 </w:t>
              <w:br/>
              <w:t>8(48348)9-46-87; internati@yandex.ru</w:t>
            </w:r>
          </w:p>
        </w:tc>
        <w:tc>
          <w:tcPr>
            <w:tcW w:w="6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Обучающиеся с ограниченными возможностями здоровья, проживающие в организации, осуществляющей образовательную деятельность, находятся на государственном обеспечении и обеспечиваются питанием, одеждой, обувью, мягким и жестким инвентарем. Иные обучающиеся с ОВЗ обеспечиваются бесплатным двухразовым питанием</w:t>
            </w:r>
          </w:p>
        </w:tc>
      </w:tr>
      <w:tr>
        <w:trPr>
          <w:trHeight w:val="1651" w:hRule="atLeast"/>
        </w:trPr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8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Государственное бюджетное общеобразовательное учреждение «Стародубский казачий кадетский корпус имени Героя Советского Союза А.И.Тарасенко»</w:t>
            </w:r>
          </w:p>
        </w:tc>
        <w:tc>
          <w:tcPr>
            <w:tcW w:w="32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Брянская область, г.Стародуб, ул.Краснооктябрьская, д. 77 </w:t>
              <w:br/>
              <w:t>8(48348)2-25-95$ starodubkk@yandex.ru</w:t>
            </w:r>
          </w:p>
        </w:tc>
        <w:tc>
          <w:tcPr>
            <w:tcW w:w="6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Обучающиеся обеспечиваются одеждой, обувью, мягким и жестким инвентарем согласно утвержденных норм</w:t>
            </w:r>
          </w:p>
        </w:tc>
      </w:tr>
      <w:tr>
        <w:trPr>
          <w:trHeight w:val="1527" w:hRule="atLeast"/>
        </w:trPr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204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Суземский муниципальный район</w:t>
            </w:r>
          </w:p>
        </w:tc>
        <w:tc>
          <w:tcPr>
            <w:tcW w:w="28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Государственное бюджетное общеобразовательное учреждение «Негинская школа-интернат»</w:t>
            </w:r>
          </w:p>
        </w:tc>
        <w:tc>
          <w:tcPr>
            <w:tcW w:w="32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Брянская область, Суземский р-н, с Негино,  ул.Центральная, д.83 </w:t>
              <w:br/>
              <w:t>8(48353)2-54-85; 3226001971@mail.ru</w:t>
            </w:r>
          </w:p>
        </w:tc>
        <w:tc>
          <w:tcPr>
            <w:tcW w:w="6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Обучающиеся с ограниченными возможностями здоровья, проживающие в организации, осуществляющей образовательную деятельность, находятся на государственном обеспечении и обеспечиваются питанием, одеждой, обувью, мягким и жестким инвентарем. Иные обучающиеся с ОВЗ обеспечиваются бесплатным двухразовым питанием</w:t>
            </w:r>
          </w:p>
        </w:tc>
      </w:tr>
      <w:tr>
        <w:trPr>
          <w:trHeight w:val="1910" w:hRule="atLeast"/>
        </w:trPr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204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Трубчевский муниципальный район</w:t>
            </w:r>
          </w:p>
        </w:tc>
        <w:tc>
          <w:tcPr>
            <w:tcW w:w="28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Государственное бюджетное общеобразовательное учреждение «Трубчевская</w:t>
              <w:br/>
              <w:t>школа-интернат»</w:t>
              <w:br/>
            </w:r>
          </w:p>
        </w:tc>
        <w:tc>
          <w:tcPr>
            <w:tcW w:w="32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Брянская область, г.Трубчевск, ул.Ленина, д.20 8(48352)2-25-79; schkola-4wid@yandex.ru</w:t>
            </w:r>
          </w:p>
        </w:tc>
        <w:tc>
          <w:tcPr>
            <w:tcW w:w="6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Обучающиеся с ограниченными возможностями здоровья, проживающие в организации, осуществляющей образовательную деятельность, находятся на государственном обеспечении и обеспечиваются питанием, одеждой, обувью, мягким и жестким инвентарем. Иные обучающиеся с ОВЗ обеспечиваются бесплатным двухразовым питанием</w:t>
              <w:br/>
            </w:r>
          </w:p>
        </w:tc>
      </w:tr>
      <w:tr>
        <w:trPr>
          <w:trHeight w:val="1597" w:hRule="atLeast"/>
        </w:trPr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204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Унечский муниципальный район</w:t>
            </w:r>
          </w:p>
        </w:tc>
        <w:tc>
          <w:tcPr>
            <w:tcW w:w="28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Государственное бюджетное общеобразовательное учреждение «Унечская школа-интернат»</w:t>
            </w:r>
          </w:p>
        </w:tc>
        <w:tc>
          <w:tcPr>
            <w:tcW w:w="32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Брянская область, г.Унеча, ул.Чапаева, д.46 8(48351)2-12-62; bondarenko1111@mail.ru</w:t>
            </w:r>
          </w:p>
        </w:tc>
        <w:tc>
          <w:tcPr>
            <w:tcW w:w="6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Обучающиеся с ограниченными возможностями здоровья, проживающие в организации, осуществляющей образовательную деятельность, находятся на государственном обеспечении и обеспечиваются питанием, одеждой, обувью, мягким и жестким инвентарем. Иные обучающиеся с ОВЗ обеспечиваются бесплатным двухразовым питанием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rPr/>
      </w:pPr>
      <w:r>
        <w:rPr/>
      </w:r>
    </w:p>
    <w:sectPr>
      <w:headerReference w:type="default" r:id="rId2"/>
      <w:headerReference w:type="first" r:id="rId3"/>
      <w:type w:val="nextPage"/>
      <w:pgSz w:orient="landscape" w:w="16838" w:h="11906"/>
      <w:pgMar w:left="1276" w:right="709" w:gutter="0" w:header="709" w:top="766" w:footer="0" w:bottom="1134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01"/>
    <w:family w:val="roman"/>
    <w:pitch w:val="variable"/>
  </w:font>
  <w:font w:name="Symbol">
    <w:charset w:val="01"/>
    <w:family w:val="roman"/>
    <w:pitch w:val="variable"/>
  </w:font>
  <w:font w:name="Courier New">
    <w:charset w:val="01"/>
    <w:family w:val="roman"/>
    <w:pitch w:val="variable"/>
  </w:font>
  <w:font w:name="Wingdings">
    <w:charset w:val="01"/>
    <w:family w:val="roman"/>
    <w:pitch w:val="variable"/>
  </w:font>
  <w:font w:name="Open Sans"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t>11</w:t>
    </w:r>
    <w:r>
      <w:rPr>
        <w:sz w:val="24"/>
        <w:szCs w:val="24"/>
      </w:rPr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doNotBreakWrappedTables/>
    <w:compatSetting w:name="compatibilityMode" w:uri="http://schemas.microsoft.com/office/word" w:val="1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ahoma" w:cs="Lohit Devanagari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zh-CN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b/>
      <w:bCs/>
      <w:sz w:val="28"/>
    </w:rPr>
  </w:style>
  <w:style w:type="character" w:styleId="WW8Num2z1">
    <w:name w:val="WW8Num2z1"/>
    <w:qFormat/>
    <w:rPr>
      <w:color w:val="auto"/>
    </w:rPr>
  </w:style>
  <w:style w:type="character" w:styleId="WW8Num3z0">
    <w:name w:val="WW8Num3z0"/>
    <w:qFormat/>
    <w:rPr>
      <w:rFonts w:ascii="Symbol" w:hAnsi="Symbol" w:cs="Symbol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4z0">
    <w:name w:val="WW8Num4z0"/>
    <w:qFormat/>
    <w:rPr>
      <w:rFonts w:ascii="Symbol" w:hAnsi="Symbol" w:cs="Symbol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2z0">
    <w:name w:val="WW8Num2z0"/>
    <w:qFormat/>
    <w:rPr>
      <w:b/>
    </w:rPr>
  </w:style>
  <w:style w:type="character" w:styleId="WW8Num1z0">
    <w:name w:val="WW8Num1z0"/>
    <w:qFormat/>
    <w:rPr>
      <w:b/>
    </w:rPr>
  </w:style>
  <w:style w:type="character" w:styleId="WW8Num1z1">
    <w:name w:val="WW8Num1z1"/>
    <w:qFormat/>
    <w:rPr/>
  </w:style>
  <w:style w:type="character" w:styleId="Style13">
    <w:name w:val="Основной шрифт абзаца"/>
    <w:qFormat/>
    <w:rPr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styleId="Style14">
    <w:name w:val="Верхний колонтитул Знак"/>
    <w:qFormat/>
    <w:rPr>
      <w:rFonts w:ascii="Times New Roman" w:hAnsi="Times New Roman" w:eastAsia="Times New Roman" w:cs="Times New Roman"/>
      <w:sz w:val="28"/>
      <w:szCs w:val="28"/>
      <w:lang w:val="ru-RU" w:eastAsia="zh-CN"/>
    </w:rPr>
  </w:style>
  <w:style w:type="character" w:styleId="Emphasis">
    <w:name w:val="Emphasis"/>
    <w:qFormat/>
    <w:rPr>
      <w:i/>
      <w:iCs/>
    </w:rPr>
  </w:style>
  <w:style w:type="character" w:styleId="12pt0pt">
    <w:name w:val="Основной текст + 12 pt;Полужирный;Курсив;Интервал 0 pt"/>
    <w:qFormat/>
    <w:rPr>
      <w:rFonts w:ascii="Times New Roman" w:hAnsi="Times New Roman" w:eastAsia="Times New Roman" w:cs="Times New Roman"/>
      <w:b/>
      <w:bCs/>
      <w:i/>
      <w:iCs/>
      <w:caps w:val="false"/>
      <w:smallCaps w:val="false"/>
      <w:strike w:val="false"/>
      <w:dstrike w:val="false"/>
      <w:color w:val="000000"/>
      <w:spacing w:val="-10"/>
      <w:w w:val="100"/>
      <w:position w:val="0"/>
      <w:sz w:val="24"/>
      <w:sz w:val="24"/>
      <w:szCs w:val="24"/>
      <w:u w:val="none"/>
      <w:shd w:fill="FFFFFF" w:val="clear"/>
      <w:vertAlign w:val="baseline"/>
      <w:lang w:val="en-US"/>
    </w:rPr>
  </w:style>
  <w:style w:type="character" w:styleId="C4">
    <w:name w:val="c4"/>
    <w:basedOn w:val="Style13"/>
    <w:qFormat/>
    <w:rPr/>
  </w:style>
  <w:style w:type="character" w:styleId="Nobr">
    <w:name w:val="nobr"/>
    <w:basedOn w:val="Style13"/>
    <w:qFormat/>
    <w:rPr/>
  </w:style>
  <w:style w:type="character" w:styleId="Style15">
    <w:name w:val="Основной текст Знак"/>
    <w:qFormat/>
    <w:rPr>
      <w:rFonts w:ascii="Times New Roman" w:hAnsi="Times New Roman" w:eastAsia="Times New Roman" w:cs="Times New Roman"/>
      <w:sz w:val="28"/>
      <w:szCs w:val="28"/>
    </w:rPr>
  </w:style>
  <w:style w:type="character" w:styleId="Style16">
    <w:name w:val=" Знак Знак"/>
    <w:qFormat/>
    <w:rPr>
      <w:sz w:val="28"/>
      <w:szCs w:val="28"/>
      <w:lang w:val="ru-RU" w:bidi="ar-SA"/>
    </w:rPr>
  </w:style>
  <w:style w:type="character" w:styleId="S2">
    <w:name w:val="s2"/>
    <w:qFormat/>
    <w:rPr>
      <w:rFonts w:cs="Times New Roman"/>
    </w:rPr>
  </w:style>
  <w:style w:type="character" w:styleId="Style17">
    <w:name w:val="Символ нумерации"/>
    <w:qFormat/>
    <w:rPr/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WenQuanYi Micro Hei" w:cs="Lohit Devanagari"/>
      <w:sz w:val="28"/>
      <w:szCs w:val="28"/>
    </w:rPr>
  </w:style>
  <w:style w:type="paragraph" w:styleId="BodyText">
    <w:name w:val="Body Text"/>
    <w:basedOn w:val="Normal"/>
    <w:pPr>
      <w:suppressAutoHyphens w:val="false"/>
      <w:spacing w:before="0" w:after="12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ohit Devanagari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Caption11">
    <w:name w:val="Caption11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Caption111">
    <w:name w:val="Caption111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Caption1111">
    <w:name w:val="Caption1111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Caption11111">
    <w:name w:val="Caption11111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Caption111111">
    <w:name w:val="Caption111111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Caption1111111">
    <w:name w:val="Caption1111111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Caption11111111">
    <w:name w:val="Caption11111111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Caption111111111">
    <w:name w:val="Caption111111111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Caption1111111111">
    <w:name w:val="Caption1111111111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Caption11111111111">
    <w:name w:val="Caption11111111111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Caption111111111111">
    <w:name w:val="Caption111111111111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Caption1111111111111">
    <w:name w:val="Caption1111111111111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Caption11111111111111">
    <w:name w:val="Caption11111111111111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Caption111111111111111">
    <w:name w:val="Caption111111111111111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Caption1111111111111111">
    <w:name w:val="Caption1111111111111111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Caption11111111111111111">
    <w:name w:val="Caption11111111111111111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Caption111111111111111111">
    <w:name w:val="Caption111111111111111111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Caption1111111111111111111">
    <w:name w:val="Caption1111111111111111111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Caption11111111111111111111">
    <w:name w:val="Caption11111111111111111111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zh-CN" w:bidi="ar-SA"/>
    </w:rPr>
  </w:style>
  <w:style w:type="paragraph" w:styleId="Style20">
    <w:name w:val="Без интервала"/>
    <w:qFormat/>
    <w:pPr>
      <w:widowControl w:val="false"/>
      <w:suppressAutoHyphens w:val="true"/>
      <w:bidi w:val="0"/>
      <w:spacing w:before="0" w:after="0"/>
      <w:ind w:hanging="0" w:left="68" w:right="0"/>
      <w:jc w:val="center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Style21">
    <w:name w:val="Колонтитул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>
      <w:lang w:val="ru-RU"/>
    </w:rPr>
  </w:style>
  <w:style w:type="paragraph" w:styleId="ConsPlusNormal">
    <w:name w:val="ConsPlusNormal"/>
    <w:qFormat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auto"/>
      <w:kern w:val="0"/>
      <w:sz w:val="22"/>
      <w:szCs w:val="20"/>
      <w:lang w:val="ru-RU" w:eastAsia="zh-CN" w:bidi="ar-SA"/>
    </w:rPr>
  </w:style>
  <w:style w:type="paragraph" w:styleId="5">
    <w:name w:val="Основной текст5"/>
    <w:basedOn w:val="Normal"/>
    <w:qFormat/>
    <w:pPr>
      <w:widowControl w:val="false"/>
      <w:shd w:val="clear" w:fill="FFFFFF"/>
      <w:suppressAutoHyphens w:val="false"/>
      <w:spacing w:lineRule="exact" w:line="317"/>
    </w:pPr>
    <w:rPr>
      <w:color w:val="000000"/>
      <w:sz w:val="25"/>
      <w:szCs w:val="25"/>
    </w:rPr>
  </w:style>
  <w:style w:type="paragraph" w:styleId="P4">
    <w:name w:val="p4"/>
    <w:basedOn w:val="Normal"/>
    <w:qFormat/>
    <w:pPr>
      <w:suppressAutoHyphens w:val="false"/>
      <w:spacing w:before="280" w:after="280"/>
    </w:pPr>
    <w:rPr>
      <w:sz w:val="24"/>
      <w:szCs w:val="24"/>
    </w:rPr>
  </w:style>
  <w:style w:type="paragraph" w:styleId="Style22">
    <w:name w:val="Абзац списка"/>
    <w:basedOn w:val="Normal"/>
    <w:qFormat/>
    <w:pPr>
      <w:spacing w:before="0" w:after="0"/>
      <w:ind w:hanging="0" w:left="720" w:right="0"/>
      <w:contextualSpacing/>
    </w:pPr>
    <w:rPr/>
  </w:style>
  <w:style w:type="paragraph" w:styleId="P2">
    <w:name w:val="p2"/>
    <w:basedOn w:val="Normal"/>
    <w:qFormat/>
    <w:pPr>
      <w:suppressAutoHyphens w:val="false"/>
      <w:spacing w:before="280" w:after="280"/>
    </w:pPr>
    <w:rPr>
      <w:sz w:val="24"/>
      <w:szCs w:val="24"/>
    </w:rPr>
  </w:style>
  <w:style w:type="paragraph" w:styleId="Style23">
    <w:name w:val="Обычный (веб)"/>
    <w:basedOn w:val="Normal"/>
    <w:qFormat/>
    <w:pPr>
      <w:suppressAutoHyphens w:val="false"/>
      <w:spacing w:before="280" w:after="280"/>
    </w:pPr>
    <w:rPr>
      <w:sz w:val="24"/>
      <w:szCs w:val="24"/>
    </w:rPr>
  </w:style>
  <w:style w:type="paragraph" w:styleId="Style24">
    <w:name w:val="Содержимое таблицы"/>
    <w:basedOn w:val="Normal"/>
    <w:qFormat/>
    <w:pPr>
      <w:widowControl w:val="false"/>
      <w:suppressLineNumbers/>
    </w:pPr>
    <w:rPr/>
  </w:style>
  <w:style w:type="paragraph" w:styleId="Style25">
    <w:name w:val="Заголовок таблицы"/>
    <w:basedOn w:val="Style24"/>
    <w:qFormat/>
    <w:pPr>
      <w:suppressLineNumbers/>
      <w:jc w:val="center"/>
    </w:pPr>
    <w:rPr>
      <w:b/>
      <w:bCs/>
    </w:rPr>
  </w:style>
  <w:style w:type="paragraph" w:styleId="Style26">
    <w:name w:val="Текст выноски"/>
    <w:basedOn w:val="Normal"/>
    <w:qFormat/>
    <w:pPr>
      <w:widowControl/>
      <w:suppressAutoHyphens w:val="true"/>
      <w:bidi w:val="0"/>
      <w:jc w:val="left"/>
    </w:pPr>
    <w:rPr>
      <w:rFonts w:ascii="Tahoma" w:hAnsi="Tahoma" w:cs="Tahoma"/>
      <w:color w:val="auto"/>
      <w:sz w:val="16"/>
      <w:szCs w:val="16"/>
      <w:lang w:val="ru-RU" w:eastAsia="zh-CN" w:bidi="ar-SA"/>
    </w:rPr>
  </w:style>
  <w:style w:type="paragraph" w:styleId="ListParagraph">
    <w:name w:val="List Paragraph"/>
    <w:basedOn w:val="Normal"/>
    <w:qFormat/>
    <w:pPr>
      <w:spacing w:before="0" w:after="0"/>
      <w:ind w:hanging="0" w:left="720" w:right="0"/>
      <w:contextualSpacing/>
    </w:pPr>
    <w:rPr/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Normal_x005F_x0000_</Template>
  <TotalTime>2238</TotalTime>
  <Application>LibreOffice/7.6.7.2$Linux_X86_64 LibreOffice_project/60$Build-2</Application>
  <AppVersion>15.0000</AppVersion>
  <Pages>67</Pages>
  <Words>15034</Words>
  <Characters>117930</Characters>
  <CharactersWithSpaces>133000</CharactersWithSpaces>
  <Paragraphs>720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sidorovaya</dc:creator>
  <dc:description/>
  <dc:language>ru-RU</dc:language>
  <cp:lastModifiedBy/>
  <cp:lastPrinted>2025-04-25T16:38:28Z</cp:lastPrinted>
  <dcterms:modified xsi:type="dcterms:W3CDTF">2025-05-05T14:33:51Z</dcterms:modified>
  <cp:revision>98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